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3109F7" w14:textId="77777777" w:rsidR="00663AC6" w:rsidRDefault="00DC17C3" w:rsidP="004D3856">
      <w:pPr>
        <w:jc w:val="both"/>
      </w:pPr>
      <w:r>
        <w:rPr>
          <w:noProof/>
        </w:rPr>
        <w:drawing>
          <wp:anchor distT="0" distB="0" distL="114300" distR="114300" simplePos="0" relativeHeight="251657728" behindDoc="0" locked="1" layoutInCell="1" allowOverlap="1" wp14:anchorId="5DDF98BD" wp14:editId="65F38205">
            <wp:simplePos x="0" y="0"/>
            <wp:positionH relativeFrom="page">
              <wp:posOffset>5688965</wp:posOffset>
            </wp:positionH>
            <wp:positionV relativeFrom="page">
              <wp:posOffset>269875</wp:posOffset>
            </wp:positionV>
            <wp:extent cx="1481455" cy="812800"/>
            <wp:effectExtent l="0" t="0" r="0" b="0"/>
            <wp:wrapNone/>
            <wp:docPr id="13" name="Image 13" descr="Inrap_iL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Inrap_iL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1455" cy="81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2" w:rightFromText="142" w:vertAnchor="page" w:horzAnchor="page" w:tblpX="1702" w:tblpY="2553"/>
        <w:tblOverlap w:val="never"/>
        <w:tblW w:w="8474" w:type="dxa"/>
        <w:tblBorders>
          <w:top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13" w:type="dxa"/>
          <w:right w:w="227" w:type="dxa"/>
        </w:tblCellMar>
        <w:tblLook w:val="0000" w:firstRow="0" w:lastRow="0" w:firstColumn="0" w:lastColumn="0" w:noHBand="0" w:noVBand="0"/>
      </w:tblPr>
      <w:tblGrid>
        <w:gridCol w:w="1496"/>
        <w:gridCol w:w="6978"/>
      </w:tblGrid>
      <w:tr w:rsidR="00663AC6" w14:paraId="41E5EB4B" w14:textId="77777777">
        <w:trPr>
          <w:trHeight w:val="73"/>
        </w:trPr>
        <w:tc>
          <w:tcPr>
            <w:tcW w:w="8474" w:type="dxa"/>
            <w:gridSpan w:val="2"/>
            <w:tcBorders>
              <w:top w:val="nil"/>
              <w:bottom w:val="nil"/>
            </w:tcBorders>
            <w:tcMar>
              <w:right w:w="0" w:type="dxa"/>
            </w:tcMar>
          </w:tcPr>
          <w:p w14:paraId="1C3BB676" w14:textId="1C113A0A" w:rsidR="00663AC6" w:rsidRDefault="00663AC6" w:rsidP="004D3856">
            <w:pPr>
              <w:jc w:val="both"/>
              <w:rPr>
                <w:rFonts w:ascii="Arial" w:hAnsi="Arial"/>
                <w:b/>
                <w:sz w:val="44"/>
              </w:rPr>
            </w:pPr>
            <w:r>
              <w:rPr>
                <w:rFonts w:ascii="Arial" w:hAnsi="Arial"/>
                <w:b/>
                <w:sz w:val="44"/>
              </w:rPr>
              <w:t>Acte d’engagement</w:t>
            </w:r>
            <w:r w:rsidR="00B2701D">
              <w:rPr>
                <w:rFonts w:ascii="Arial" w:hAnsi="Arial"/>
                <w:b/>
                <w:sz w:val="44"/>
              </w:rPr>
              <w:t xml:space="preserve"> </w:t>
            </w:r>
            <w:r w:rsidR="008655D0">
              <w:rPr>
                <w:rFonts w:ascii="Arial" w:hAnsi="Arial"/>
                <w:b/>
                <w:sz w:val="44"/>
              </w:rPr>
              <w:t>Lot 4</w:t>
            </w:r>
          </w:p>
          <w:p w14:paraId="0E85E66F" w14:textId="6DC43BEC" w:rsidR="00551EB7" w:rsidRPr="00551EB7" w:rsidRDefault="00551EB7" w:rsidP="004D3856">
            <w:pPr>
              <w:jc w:val="both"/>
              <w:rPr>
                <w:rFonts w:ascii="Arial" w:hAnsi="Arial"/>
                <w:b/>
                <w:sz w:val="44"/>
              </w:rPr>
            </w:pPr>
          </w:p>
        </w:tc>
      </w:tr>
      <w:tr w:rsidR="00663AC6" w14:paraId="56F71EE5" w14:textId="77777777">
        <w:trPr>
          <w:trHeight w:val="277"/>
        </w:trPr>
        <w:tc>
          <w:tcPr>
            <w:tcW w:w="8474" w:type="dxa"/>
            <w:gridSpan w:val="2"/>
            <w:tcBorders>
              <w:top w:val="nil"/>
              <w:bottom w:val="nil"/>
            </w:tcBorders>
            <w:tcMar>
              <w:right w:w="0" w:type="dxa"/>
            </w:tcMar>
          </w:tcPr>
          <w:p w14:paraId="2C807437" w14:textId="77777777" w:rsidR="00663AC6" w:rsidRDefault="00663AC6" w:rsidP="004D3856">
            <w:pPr>
              <w:jc w:val="both"/>
              <w:rPr>
                <w:rFonts w:ascii="Arial" w:hAnsi="Arial"/>
                <w:b/>
                <w:sz w:val="16"/>
              </w:rPr>
            </w:pPr>
          </w:p>
        </w:tc>
      </w:tr>
      <w:tr w:rsidR="00663AC6" w14:paraId="1A9EE4F7" w14:textId="77777777">
        <w:trPr>
          <w:trHeight w:val="277"/>
        </w:trPr>
        <w:tc>
          <w:tcPr>
            <w:tcW w:w="8474" w:type="dxa"/>
            <w:gridSpan w:val="2"/>
            <w:tcBorders>
              <w:top w:val="nil"/>
              <w:bottom w:val="single" w:sz="2" w:space="0" w:color="auto"/>
            </w:tcBorders>
            <w:tcMar>
              <w:right w:w="0" w:type="dxa"/>
            </w:tcMar>
          </w:tcPr>
          <w:p w14:paraId="61692AE1" w14:textId="77777777" w:rsidR="00663AC6" w:rsidRDefault="00663AC6" w:rsidP="004D3856">
            <w:pPr>
              <w:jc w:val="both"/>
              <w:rPr>
                <w:rFonts w:ascii="Arial" w:hAnsi="Arial"/>
                <w:b/>
                <w:sz w:val="16"/>
              </w:rPr>
            </w:pPr>
          </w:p>
        </w:tc>
      </w:tr>
      <w:tr w:rsidR="00663AC6" w:rsidRPr="00A75830" w14:paraId="40B7AC88" w14:textId="77777777">
        <w:trPr>
          <w:trHeight w:val="284"/>
        </w:trPr>
        <w:tc>
          <w:tcPr>
            <w:tcW w:w="1496" w:type="dxa"/>
            <w:tcBorders>
              <w:top w:val="single" w:sz="2" w:space="0" w:color="auto"/>
              <w:bottom w:val="single" w:sz="2" w:space="0" w:color="auto"/>
              <w:right w:val="nil"/>
            </w:tcBorders>
            <w:tcMar>
              <w:right w:w="0" w:type="dxa"/>
            </w:tcMar>
          </w:tcPr>
          <w:p w14:paraId="5CC2886F" w14:textId="77777777" w:rsidR="00663AC6" w:rsidRPr="00873CB3" w:rsidRDefault="00663AC6" w:rsidP="004D3856">
            <w:pPr>
              <w:spacing w:before="50"/>
              <w:jc w:val="both"/>
              <w:rPr>
                <w:rFonts w:ascii="Arial" w:hAnsi="Arial"/>
                <w:b/>
                <w:sz w:val="16"/>
              </w:rPr>
            </w:pPr>
            <w:r w:rsidRPr="00873CB3">
              <w:rPr>
                <w:rFonts w:ascii="Arial" w:hAnsi="Arial"/>
                <w:b/>
                <w:sz w:val="19"/>
              </w:rPr>
              <w:t>Objet</w:t>
            </w:r>
            <w:r w:rsidRPr="00873CB3">
              <w:rPr>
                <w:rFonts w:ascii="Arial" w:hAnsi="Arial"/>
                <w:b/>
                <w:sz w:val="16"/>
              </w:rPr>
              <w:t xml:space="preserve"> </w:t>
            </w:r>
          </w:p>
        </w:tc>
        <w:tc>
          <w:tcPr>
            <w:tcW w:w="6978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14:paraId="55F40D31" w14:textId="06334F39" w:rsidR="00FF6E79" w:rsidRPr="00873CB3" w:rsidRDefault="00500797" w:rsidP="004D3856">
            <w:pPr>
              <w:jc w:val="both"/>
              <w:rPr>
                <w:bCs/>
              </w:rPr>
            </w:pPr>
            <w:r w:rsidRPr="00873CB3">
              <w:rPr>
                <w:bCs/>
              </w:rPr>
              <w:t>Prestations de nettoyage en région Grand-Est</w:t>
            </w:r>
          </w:p>
          <w:p w14:paraId="2DF8E6B6" w14:textId="6E43DE84" w:rsidR="004D558D" w:rsidRPr="00873CB3" w:rsidRDefault="008655D0" w:rsidP="00873DC6">
            <w:pPr>
              <w:jc w:val="both"/>
              <w:rPr>
                <w:bCs/>
              </w:rPr>
            </w:pPr>
            <w:r w:rsidRPr="00873CB3">
              <w:rPr>
                <w:b/>
                <w:bCs/>
                <w:color w:val="C00000"/>
              </w:rPr>
              <w:t>Lot 4</w:t>
            </w:r>
            <w:r w:rsidR="004D558D" w:rsidRPr="00873CB3">
              <w:rPr>
                <w:b/>
                <w:bCs/>
                <w:color w:val="C00000"/>
              </w:rPr>
              <w:t> :</w:t>
            </w:r>
            <w:r w:rsidR="004D558D" w:rsidRPr="00873CB3">
              <w:rPr>
                <w:bCs/>
                <w:color w:val="C00000"/>
              </w:rPr>
              <w:t xml:space="preserve"> </w:t>
            </w:r>
            <w:r w:rsidR="00500797" w:rsidRPr="00873CB3">
              <w:rPr>
                <w:bCs/>
              </w:rPr>
              <w:t>Cent</w:t>
            </w:r>
            <w:r w:rsidR="00873DC6" w:rsidRPr="00873CB3">
              <w:rPr>
                <w:bCs/>
              </w:rPr>
              <w:t>re de re</w:t>
            </w:r>
            <w:r w:rsidRPr="00873CB3">
              <w:rPr>
                <w:bCs/>
              </w:rPr>
              <w:t xml:space="preserve">cherches archéologiques de </w:t>
            </w:r>
            <w:r w:rsidR="00F165E0" w:rsidRPr="00873CB3">
              <w:rPr>
                <w:bCs/>
              </w:rPr>
              <w:t>CHÂLONS-EN-CHAMPAGNE</w:t>
            </w:r>
          </w:p>
        </w:tc>
      </w:tr>
      <w:tr w:rsidR="00663AC6" w14:paraId="37F01589" w14:textId="77777777">
        <w:trPr>
          <w:trHeight w:val="356"/>
        </w:trPr>
        <w:tc>
          <w:tcPr>
            <w:tcW w:w="1496" w:type="dxa"/>
            <w:tcBorders>
              <w:top w:val="single" w:sz="2" w:space="0" w:color="auto"/>
              <w:bottom w:val="single" w:sz="2" w:space="0" w:color="auto"/>
              <w:right w:val="nil"/>
            </w:tcBorders>
            <w:tcMar>
              <w:right w:w="0" w:type="dxa"/>
            </w:tcMar>
          </w:tcPr>
          <w:p w14:paraId="6162C422" w14:textId="77777777" w:rsidR="00663AC6" w:rsidRPr="00873CB3" w:rsidRDefault="00663AC6" w:rsidP="004D3856">
            <w:pPr>
              <w:spacing w:before="30"/>
              <w:jc w:val="both"/>
              <w:rPr>
                <w:rFonts w:ascii="Arial" w:hAnsi="Arial"/>
                <w:b/>
                <w:sz w:val="19"/>
              </w:rPr>
            </w:pPr>
            <w:r w:rsidRPr="00873CB3">
              <w:rPr>
                <w:rFonts w:ascii="Arial" w:hAnsi="Arial"/>
                <w:b/>
                <w:sz w:val="19"/>
              </w:rPr>
              <w:t>Titulaire</w:t>
            </w:r>
          </w:p>
        </w:tc>
        <w:tc>
          <w:tcPr>
            <w:tcW w:w="6978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250B2751" w14:textId="77777777" w:rsidR="00663AC6" w:rsidRPr="00873CB3" w:rsidRDefault="00663AC6" w:rsidP="004D3856">
            <w:pPr>
              <w:jc w:val="both"/>
              <w:rPr>
                <w:b/>
                <w:szCs w:val="22"/>
              </w:rPr>
            </w:pPr>
          </w:p>
        </w:tc>
      </w:tr>
      <w:tr w:rsidR="00663AC6" w14:paraId="7D0637F6" w14:textId="77777777">
        <w:trPr>
          <w:trHeight w:val="284"/>
        </w:trPr>
        <w:tc>
          <w:tcPr>
            <w:tcW w:w="1496" w:type="dxa"/>
            <w:tcBorders>
              <w:top w:val="single" w:sz="2" w:space="0" w:color="auto"/>
              <w:bottom w:val="single" w:sz="2" w:space="0" w:color="auto"/>
              <w:right w:val="nil"/>
            </w:tcBorders>
            <w:tcMar>
              <w:right w:w="0" w:type="dxa"/>
            </w:tcMar>
          </w:tcPr>
          <w:p w14:paraId="1076EAB6" w14:textId="77777777" w:rsidR="00663AC6" w:rsidRPr="00873CB3" w:rsidRDefault="00663AC6" w:rsidP="004D3856">
            <w:pPr>
              <w:spacing w:before="40"/>
              <w:jc w:val="both"/>
              <w:rPr>
                <w:rFonts w:ascii="Arial" w:hAnsi="Arial"/>
                <w:b/>
                <w:sz w:val="19"/>
              </w:rPr>
            </w:pPr>
            <w:r w:rsidRPr="00873CB3">
              <w:rPr>
                <w:rFonts w:ascii="Arial" w:hAnsi="Arial"/>
                <w:b/>
                <w:sz w:val="19"/>
              </w:rPr>
              <w:t>Montant</w:t>
            </w:r>
          </w:p>
        </w:tc>
        <w:tc>
          <w:tcPr>
            <w:tcW w:w="6978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50EAC609" w14:textId="0DD69F84" w:rsidR="00500797" w:rsidRPr="00873CB3" w:rsidRDefault="00500797" w:rsidP="004D3856">
            <w:pPr>
              <w:spacing w:line="240" w:lineRule="exact"/>
              <w:jc w:val="both"/>
              <w:rPr>
                <w:b/>
              </w:rPr>
            </w:pPr>
            <w:r w:rsidRPr="00873CB3">
              <w:rPr>
                <w:b/>
              </w:rPr>
              <w:t xml:space="preserve">Montant forfaitaire sur la durée totale du marché : </w:t>
            </w:r>
          </w:p>
          <w:p w14:paraId="3D16F599" w14:textId="7ABFD7DB" w:rsidR="00420C85" w:rsidRPr="00873CB3" w:rsidRDefault="00420C85" w:rsidP="004D3856">
            <w:pPr>
              <w:spacing w:line="240" w:lineRule="exact"/>
              <w:jc w:val="both"/>
              <w:rPr>
                <w:b/>
              </w:rPr>
            </w:pPr>
            <w:r w:rsidRPr="00873CB3">
              <w:rPr>
                <w:b/>
              </w:rPr>
              <w:t xml:space="preserve">Montant minimum HT sur </w:t>
            </w:r>
            <w:r w:rsidR="00C13AFF" w:rsidRPr="00873CB3">
              <w:rPr>
                <w:b/>
              </w:rPr>
              <w:t xml:space="preserve">la durée du </w:t>
            </w:r>
            <w:r w:rsidR="00365AE4" w:rsidRPr="00873CB3">
              <w:rPr>
                <w:b/>
              </w:rPr>
              <w:t xml:space="preserve">marché : </w:t>
            </w:r>
            <w:r w:rsidR="00500797" w:rsidRPr="00873CB3">
              <w:rPr>
                <w:b/>
              </w:rPr>
              <w:t>0</w:t>
            </w:r>
            <w:r w:rsidR="004D558D" w:rsidRPr="00873CB3">
              <w:rPr>
                <w:b/>
              </w:rPr>
              <w:t xml:space="preserve"> </w:t>
            </w:r>
            <w:r w:rsidR="006E56E1" w:rsidRPr="00873CB3">
              <w:rPr>
                <w:b/>
              </w:rPr>
              <w:t>€ HT</w:t>
            </w:r>
          </w:p>
          <w:p w14:paraId="34D8D23D" w14:textId="39A0C627" w:rsidR="00824F64" w:rsidRPr="00873CB3" w:rsidRDefault="00420C85" w:rsidP="00500797">
            <w:pPr>
              <w:spacing w:line="240" w:lineRule="exact"/>
              <w:jc w:val="both"/>
            </w:pPr>
            <w:r w:rsidRPr="00873CB3">
              <w:rPr>
                <w:b/>
              </w:rPr>
              <w:t>Montant maximum</w:t>
            </w:r>
            <w:r w:rsidR="00C13AFF" w:rsidRPr="00873CB3">
              <w:rPr>
                <w:b/>
              </w:rPr>
              <w:t xml:space="preserve"> HT sur la durée du marché : </w:t>
            </w:r>
            <w:r w:rsidR="00FF6E79" w:rsidRPr="00873CB3">
              <w:rPr>
                <w:b/>
              </w:rPr>
              <w:t xml:space="preserve"> </w:t>
            </w:r>
            <w:r w:rsidR="00AB25C4">
              <w:rPr>
                <w:b/>
              </w:rPr>
              <w:t>4</w:t>
            </w:r>
            <w:r w:rsidR="004C3362" w:rsidRPr="00873CB3">
              <w:rPr>
                <w:b/>
              </w:rPr>
              <w:t>0</w:t>
            </w:r>
            <w:r w:rsidR="00500797" w:rsidRPr="00873CB3">
              <w:rPr>
                <w:b/>
              </w:rPr>
              <w:t xml:space="preserve"> 000</w:t>
            </w:r>
            <w:r w:rsidR="00FF6E79" w:rsidRPr="00873CB3">
              <w:rPr>
                <w:b/>
              </w:rPr>
              <w:t xml:space="preserve"> </w:t>
            </w:r>
            <w:r w:rsidR="006E56E1" w:rsidRPr="00873CB3">
              <w:rPr>
                <w:b/>
              </w:rPr>
              <w:t>€ HT</w:t>
            </w:r>
          </w:p>
        </w:tc>
      </w:tr>
      <w:tr w:rsidR="00663AC6" w14:paraId="45C19848" w14:textId="77777777">
        <w:trPr>
          <w:trHeight w:val="284"/>
        </w:trPr>
        <w:tc>
          <w:tcPr>
            <w:tcW w:w="1496" w:type="dxa"/>
            <w:tcBorders>
              <w:top w:val="single" w:sz="2" w:space="0" w:color="auto"/>
              <w:bottom w:val="single" w:sz="2" w:space="0" w:color="auto"/>
              <w:right w:val="nil"/>
            </w:tcBorders>
            <w:tcMar>
              <w:right w:w="0" w:type="dxa"/>
            </w:tcMar>
          </w:tcPr>
          <w:p w14:paraId="729DD558" w14:textId="77777777" w:rsidR="00663AC6" w:rsidRDefault="00663AC6" w:rsidP="004D3856">
            <w:pPr>
              <w:spacing w:before="40"/>
              <w:jc w:val="both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Durée</w:t>
            </w:r>
          </w:p>
        </w:tc>
        <w:tc>
          <w:tcPr>
            <w:tcW w:w="6978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2C0E9046" w14:textId="6D39DB8A" w:rsidR="00663AC6" w:rsidRPr="00293320" w:rsidRDefault="00AB25C4" w:rsidP="004D3856">
            <w:pPr>
              <w:jc w:val="both"/>
              <w:rPr>
                <w:b/>
                <w:szCs w:val="22"/>
              </w:rPr>
            </w:pPr>
            <w:r w:rsidRPr="00AB25C4">
              <w:rPr>
                <w:b/>
              </w:rPr>
              <w:t>12 mois renouvelable 3 fois, par tacite reconduction par période d’un an sans excéder la durée de 4 ans</w:t>
            </w:r>
          </w:p>
        </w:tc>
      </w:tr>
      <w:tr w:rsidR="00663AC6" w14:paraId="03E3BF66" w14:textId="77777777" w:rsidTr="007B123D">
        <w:trPr>
          <w:trHeight w:val="275"/>
        </w:trPr>
        <w:tc>
          <w:tcPr>
            <w:tcW w:w="1496" w:type="dxa"/>
            <w:tcBorders>
              <w:top w:val="single" w:sz="2" w:space="0" w:color="auto"/>
              <w:bottom w:val="single" w:sz="2" w:space="0" w:color="auto"/>
              <w:right w:val="nil"/>
            </w:tcBorders>
            <w:tcMar>
              <w:right w:w="0" w:type="dxa"/>
            </w:tcMar>
          </w:tcPr>
          <w:p w14:paraId="2EFBED9B" w14:textId="77777777" w:rsidR="00663AC6" w:rsidRDefault="00663AC6" w:rsidP="004D3856">
            <w:pPr>
              <w:spacing w:before="40"/>
              <w:jc w:val="both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N</w:t>
            </w:r>
            <w:r>
              <w:rPr>
                <w:rFonts w:ascii="Arial" w:hAnsi="Arial"/>
                <w:b/>
                <w:sz w:val="19"/>
                <w:vertAlign w:val="superscript"/>
              </w:rPr>
              <w:t>o</w:t>
            </w:r>
            <w:r>
              <w:rPr>
                <w:rFonts w:ascii="Arial" w:hAnsi="Arial"/>
                <w:b/>
                <w:sz w:val="19"/>
              </w:rPr>
              <w:t xml:space="preserve"> du marché </w:t>
            </w:r>
          </w:p>
        </w:tc>
        <w:tc>
          <w:tcPr>
            <w:tcW w:w="6978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11D718EC" w14:textId="76691CEB" w:rsidR="00663AC6" w:rsidRPr="00DD2433" w:rsidRDefault="00663AC6" w:rsidP="004D3856">
            <w:pPr>
              <w:jc w:val="both"/>
              <w:rPr>
                <w:b/>
                <w:szCs w:val="22"/>
              </w:rPr>
            </w:pPr>
          </w:p>
        </w:tc>
      </w:tr>
      <w:tr w:rsidR="00663AC6" w14:paraId="0E474F19" w14:textId="77777777">
        <w:trPr>
          <w:trHeight w:val="284"/>
        </w:trPr>
        <w:tc>
          <w:tcPr>
            <w:tcW w:w="1496" w:type="dxa"/>
            <w:tcBorders>
              <w:top w:val="single" w:sz="2" w:space="0" w:color="auto"/>
              <w:bottom w:val="single" w:sz="2" w:space="0" w:color="auto"/>
              <w:right w:val="nil"/>
            </w:tcBorders>
            <w:tcMar>
              <w:right w:w="0" w:type="dxa"/>
            </w:tcMar>
          </w:tcPr>
          <w:p w14:paraId="53325F3B" w14:textId="77777777" w:rsidR="00663AC6" w:rsidRDefault="00663AC6" w:rsidP="004D3856">
            <w:pPr>
              <w:spacing w:before="40"/>
              <w:jc w:val="both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Direction</w:t>
            </w:r>
          </w:p>
        </w:tc>
        <w:tc>
          <w:tcPr>
            <w:tcW w:w="6978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4E7C3698" w14:textId="537C6DBE" w:rsidR="00663AC6" w:rsidRPr="00DD2433" w:rsidRDefault="00500797" w:rsidP="002D52A6">
            <w:pPr>
              <w:jc w:val="both"/>
              <w:rPr>
                <w:b/>
                <w:szCs w:val="22"/>
              </w:rPr>
            </w:pPr>
            <w:r>
              <w:rPr>
                <w:b/>
                <w:szCs w:val="22"/>
              </w:rPr>
              <w:t>GE</w:t>
            </w:r>
          </w:p>
        </w:tc>
      </w:tr>
      <w:tr w:rsidR="00663AC6" w14:paraId="2B60A741" w14:textId="77777777">
        <w:trPr>
          <w:trHeight w:val="257"/>
        </w:trPr>
        <w:tc>
          <w:tcPr>
            <w:tcW w:w="8474" w:type="dxa"/>
            <w:gridSpan w:val="2"/>
            <w:tcBorders>
              <w:bottom w:val="nil"/>
            </w:tcBorders>
            <w:tcMar>
              <w:right w:w="0" w:type="dxa"/>
            </w:tcMar>
          </w:tcPr>
          <w:p w14:paraId="60B21872" w14:textId="77777777" w:rsidR="00663AC6" w:rsidRDefault="00663AC6" w:rsidP="004D3856">
            <w:pPr>
              <w:jc w:val="both"/>
            </w:pPr>
          </w:p>
        </w:tc>
      </w:tr>
      <w:tr w:rsidR="00663AC6" w14:paraId="4EB1DBE9" w14:textId="77777777">
        <w:trPr>
          <w:trHeight w:val="257"/>
        </w:trPr>
        <w:tc>
          <w:tcPr>
            <w:tcW w:w="8474" w:type="dxa"/>
            <w:gridSpan w:val="2"/>
            <w:tcBorders>
              <w:top w:val="nil"/>
              <w:bottom w:val="nil"/>
            </w:tcBorders>
            <w:tcMar>
              <w:right w:w="0" w:type="dxa"/>
            </w:tcMar>
          </w:tcPr>
          <w:p w14:paraId="35FD3A49" w14:textId="77777777" w:rsidR="00663AC6" w:rsidRDefault="00663AC6" w:rsidP="004D3856">
            <w:pPr>
              <w:jc w:val="both"/>
            </w:pPr>
          </w:p>
        </w:tc>
      </w:tr>
      <w:tr w:rsidR="00663AC6" w14:paraId="4A7AB7B5" w14:textId="77777777">
        <w:trPr>
          <w:trHeight w:val="293"/>
        </w:trPr>
        <w:tc>
          <w:tcPr>
            <w:tcW w:w="8474" w:type="dxa"/>
            <w:gridSpan w:val="2"/>
            <w:tcBorders>
              <w:top w:val="nil"/>
              <w:bottom w:val="nil"/>
            </w:tcBorders>
            <w:tcMar>
              <w:right w:w="0" w:type="dxa"/>
            </w:tcMar>
          </w:tcPr>
          <w:p w14:paraId="184E47DF" w14:textId="77777777" w:rsidR="00663AC6" w:rsidRPr="001A7212" w:rsidRDefault="00663AC6" w:rsidP="00253D55">
            <w:pPr>
              <w:pStyle w:val="Titre3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A7212">
              <w:rPr>
                <w:rFonts w:ascii="Times New Roman" w:hAnsi="Times New Roman"/>
                <w:sz w:val="22"/>
                <w:szCs w:val="22"/>
              </w:rPr>
              <w:t xml:space="preserve">Cadre du marché </w:t>
            </w:r>
          </w:p>
          <w:p w14:paraId="02035166" w14:textId="37D5C183" w:rsidR="00FD14AF" w:rsidRDefault="00FD14AF" w:rsidP="00133CE9">
            <w:pPr>
              <w:jc w:val="both"/>
            </w:pPr>
            <w:r w:rsidRPr="00FE1A9E">
              <w:t>Appel d’offres ouvert passé en application des articles L.2124-1, L.2124-2, R.2124-1, R.212</w:t>
            </w:r>
            <w:r w:rsidR="00500797">
              <w:t>4-2, R.2161-1 à R.2161-5,</w:t>
            </w:r>
            <w:r>
              <w:t xml:space="preserve"> R.2162-2 alinéa 2, </w:t>
            </w:r>
            <w:r w:rsidR="00500797">
              <w:t>R.2162-13 à R.2162-14 du C</w:t>
            </w:r>
            <w:r>
              <w:t xml:space="preserve">ode de la commande publique </w:t>
            </w:r>
          </w:p>
          <w:p w14:paraId="2FD8882F" w14:textId="77777777" w:rsidR="00663AC6" w:rsidRPr="001A7212" w:rsidRDefault="00663AC6" w:rsidP="00253D55">
            <w:pPr>
              <w:jc w:val="both"/>
              <w:rPr>
                <w:szCs w:val="22"/>
              </w:rPr>
            </w:pPr>
          </w:p>
          <w:p w14:paraId="20ED2D98" w14:textId="77777777" w:rsidR="007B123D" w:rsidRPr="001A7212" w:rsidRDefault="007B123D" w:rsidP="00253D55">
            <w:pPr>
              <w:pStyle w:val="Titre3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A7212">
              <w:rPr>
                <w:rFonts w:ascii="Times New Roman" w:hAnsi="Times New Roman"/>
                <w:sz w:val="22"/>
                <w:szCs w:val="22"/>
              </w:rPr>
              <w:t>Pouvoir adjudicateur</w:t>
            </w:r>
          </w:p>
          <w:p w14:paraId="45FAF4BD" w14:textId="77777777" w:rsidR="007B123D" w:rsidRPr="001A7212" w:rsidRDefault="007B123D" w:rsidP="00253D55">
            <w:pPr>
              <w:jc w:val="both"/>
              <w:rPr>
                <w:szCs w:val="22"/>
              </w:rPr>
            </w:pPr>
            <w:r w:rsidRPr="001A7212">
              <w:rPr>
                <w:szCs w:val="22"/>
              </w:rPr>
              <w:t>Institut national de recherches archéologiques préventives</w:t>
            </w:r>
          </w:p>
          <w:p w14:paraId="478BCC4E" w14:textId="77777777" w:rsidR="007B123D" w:rsidRPr="001A7212" w:rsidRDefault="007B123D" w:rsidP="00253D55">
            <w:pPr>
              <w:ind w:left="180"/>
              <w:jc w:val="both"/>
              <w:rPr>
                <w:szCs w:val="22"/>
              </w:rPr>
            </w:pPr>
          </w:p>
          <w:p w14:paraId="5929976A" w14:textId="77777777" w:rsidR="007B123D" w:rsidRPr="001A7212" w:rsidRDefault="007B123D" w:rsidP="00253D55">
            <w:pPr>
              <w:pStyle w:val="Titre3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A7212">
              <w:rPr>
                <w:rFonts w:ascii="Times New Roman" w:hAnsi="Times New Roman"/>
                <w:sz w:val="22"/>
                <w:szCs w:val="22"/>
              </w:rPr>
              <w:t>Qualification</w:t>
            </w:r>
          </w:p>
          <w:p w14:paraId="2BA29780" w14:textId="77777777" w:rsidR="007B123D" w:rsidRPr="001A7212" w:rsidRDefault="007B123D" w:rsidP="00253D55">
            <w:pPr>
              <w:pStyle w:val="Retraitcorpsdetexte2"/>
              <w:ind w:left="0"/>
              <w:jc w:val="both"/>
              <w:rPr>
                <w:szCs w:val="22"/>
              </w:rPr>
            </w:pPr>
            <w:r w:rsidRPr="001A7212">
              <w:rPr>
                <w:szCs w:val="22"/>
              </w:rPr>
              <w:t>Établissement public à caractère administratif régi par l’article R545-24 et suivants du Code du patrimoine, tel que modifié par le décret n°2016-1126 du 11 août 2016.</w:t>
            </w:r>
          </w:p>
          <w:p w14:paraId="179AC2BF" w14:textId="77777777" w:rsidR="007B123D" w:rsidRPr="001A7212" w:rsidRDefault="007B123D" w:rsidP="00253D55">
            <w:pPr>
              <w:pStyle w:val="Retraitcorpsdetexte2"/>
              <w:ind w:left="180"/>
              <w:jc w:val="both"/>
              <w:rPr>
                <w:szCs w:val="22"/>
              </w:rPr>
            </w:pPr>
          </w:p>
          <w:p w14:paraId="272DEA89" w14:textId="77777777" w:rsidR="007B123D" w:rsidRPr="001A7212" w:rsidRDefault="007B123D" w:rsidP="00253D55">
            <w:pPr>
              <w:pStyle w:val="Titre3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A7212">
              <w:rPr>
                <w:rFonts w:ascii="Times New Roman" w:hAnsi="Times New Roman"/>
                <w:sz w:val="22"/>
                <w:szCs w:val="22"/>
              </w:rPr>
              <w:t>Adresse</w:t>
            </w:r>
          </w:p>
          <w:p w14:paraId="278B58BF" w14:textId="77777777" w:rsidR="007B123D" w:rsidRPr="001A7212" w:rsidRDefault="007B123D" w:rsidP="00253D55">
            <w:pPr>
              <w:jc w:val="both"/>
              <w:rPr>
                <w:szCs w:val="22"/>
              </w:rPr>
            </w:pPr>
            <w:r w:rsidRPr="001A7212">
              <w:rPr>
                <w:szCs w:val="22"/>
              </w:rPr>
              <w:t>121, rue d’Alesia CS 20007 Paris 75014</w:t>
            </w:r>
          </w:p>
          <w:p w14:paraId="27D85C19" w14:textId="77777777" w:rsidR="007B123D" w:rsidRPr="001A7212" w:rsidRDefault="007B123D" w:rsidP="00253D55">
            <w:pPr>
              <w:ind w:left="180"/>
              <w:jc w:val="both"/>
              <w:rPr>
                <w:szCs w:val="22"/>
              </w:rPr>
            </w:pPr>
          </w:p>
          <w:p w14:paraId="3251F437" w14:textId="77777777" w:rsidR="007B123D" w:rsidRPr="001A7212" w:rsidRDefault="007B123D" w:rsidP="00253D55">
            <w:pPr>
              <w:pStyle w:val="Titre3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A7212">
              <w:rPr>
                <w:rFonts w:ascii="Times New Roman" w:hAnsi="Times New Roman"/>
                <w:sz w:val="22"/>
                <w:szCs w:val="22"/>
              </w:rPr>
              <w:t xml:space="preserve">Autorité compétente : </w:t>
            </w:r>
          </w:p>
          <w:p w14:paraId="5B704AF2" w14:textId="475CF934" w:rsidR="009B6816" w:rsidRPr="00AE4CA8" w:rsidRDefault="009B6816" w:rsidP="009B6816">
            <w:pPr>
              <w:rPr>
                <w:szCs w:val="22"/>
              </w:rPr>
            </w:pPr>
            <w:r w:rsidRPr="00906267">
              <w:rPr>
                <w:szCs w:val="22"/>
              </w:rPr>
              <w:t xml:space="preserve">Dominique Garcia, Président de l’institut national de recherches archéologiques préventives nommé par </w:t>
            </w:r>
            <w:r w:rsidRPr="00873CB3">
              <w:rPr>
                <w:szCs w:val="22"/>
              </w:rPr>
              <w:t xml:space="preserve">décret du Président de la République du </w:t>
            </w:r>
            <w:r w:rsidR="0018480B" w:rsidRPr="00873CB3">
              <w:rPr>
                <w:szCs w:val="22"/>
              </w:rPr>
              <w:t xml:space="preserve">8 Janvier </w:t>
            </w:r>
            <w:r w:rsidRPr="00873CB3">
              <w:rPr>
                <w:szCs w:val="22"/>
              </w:rPr>
              <w:t>202</w:t>
            </w:r>
            <w:r w:rsidR="0018480B" w:rsidRPr="00873CB3">
              <w:rPr>
                <w:szCs w:val="22"/>
              </w:rPr>
              <w:t>4</w:t>
            </w:r>
            <w:r w:rsidRPr="00873CB3">
              <w:rPr>
                <w:szCs w:val="22"/>
              </w:rPr>
              <w:t>.</w:t>
            </w:r>
          </w:p>
          <w:p w14:paraId="7DF81986" w14:textId="77777777" w:rsidR="009B6816" w:rsidRPr="001A7212" w:rsidRDefault="009B6816" w:rsidP="009B6816">
            <w:pPr>
              <w:ind w:left="180"/>
              <w:jc w:val="both"/>
              <w:rPr>
                <w:szCs w:val="22"/>
              </w:rPr>
            </w:pPr>
          </w:p>
          <w:p w14:paraId="19FB22F3" w14:textId="6B15939C" w:rsidR="009B6816" w:rsidRPr="00906267" w:rsidRDefault="009B6816" w:rsidP="009B6816">
            <w:pPr>
              <w:rPr>
                <w:szCs w:val="22"/>
              </w:rPr>
            </w:pPr>
            <w:r w:rsidRPr="00906267">
              <w:rPr>
                <w:szCs w:val="22"/>
              </w:rPr>
              <w:t>.</w:t>
            </w:r>
          </w:p>
          <w:p w14:paraId="2B1B13FB" w14:textId="0E6DA3C5" w:rsidR="00635930" w:rsidRDefault="00635930" w:rsidP="00635930"/>
          <w:p w14:paraId="7C6CDCD0" w14:textId="77777777" w:rsidR="00635930" w:rsidRPr="00635930" w:rsidRDefault="00635930" w:rsidP="00635930"/>
          <w:p w14:paraId="2987C6EA" w14:textId="77777777" w:rsidR="007B123D" w:rsidRPr="001A7212" w:rsidRDefault="007B123D" w:rsidP="00253D55">
            <w:pPr>
              <w:pStyle w:val="Titre3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A7212">
              <w:rPr>
                <w:rFonts w:ascii="Times New Roman" w:hAnsi="Times New Roman"/>
                <w:sz w:val="22"/>
                <w:szCs w:val="22"/>
              </w:rPr>
              <w:t xml:space="preserve">Comptable assignataire </w:t>
            </w:r>
          </w:p>
          <w:p w14:paraId="58E6CFEE" w14:textId="77777777" w:rsidR="00663AC6" w:rsidRPr="001A7212" w:rsidRDefault="007B123D" w:rsidP="00253D55">
            <w:pPr>
              <w:tabs>
                <w:tab w:val="clear" w:pos="142"/>
                <w:tab w:val="left" w:pos="0"/>
              </w:tabs>
              <w:jc w:val="both"/>
              <w:rPr>
                <w:szCs w:val="22"/>
              </w:rPr>
            </w:pPr>
            <w:r w:rsidRPr="001A7212">
              <w:rPr>
                <w:szCs w:val="22"/>
              </w:rPr>
              <w:t>L’agent comptable de l’Institut national de recherches archéologiques préventives</w:t>
            </w:r>
          </w:p>
          <w:p w14:paraId="5558CB43" w14:textId="3D864A91" w:rsidR="00372A35" w:rsidRDefault="00372A35" w:rsidP="00253D55">
            <w:pPr>
              <w:jc w:val="both"/>
            </w:pPr>
          </w:p>
        </w:tc>
      </w:tr>
    </w:tbl>
    <w:p w14:paraId="68E0534C" w14:textId="57EDB9B1" w:rsidR="006A445D" w:rsidRDefault="006A445D" w:rsidP="004D3856">
      <w:pPr>
        <w:jc w:val="both"/>
      </w:pPr>
    </w:p>
    <w:p w14:paraId="452FCEFD" w14:textId="77777777" w:rsidR="000A72BD" w:rsidRDefault="000A72BD" w:rsidP="004D3856">
      <w:pPr>
        <w:spacing w:line="240" w:lineRule="exact"/>
        <w:jc w:val="both"/>
        <w:rPr>
          <w:rFonts w:ascii="Arial" w:hAnsi="Arial"/>
          <w:b/>
          <w:bCs/>
          <w:sz w:val="19"/>
          <w:szCs w:val="22"/>
        </w:rPr>
      </w:pPr>
    </w:p>
    <w:p w14:paraId="1D898759" w14:textId="77777777" w:rsidR="005002CF" w:rsidRDefault="005002CF" w:rsidP="004D3856">
      <w:pPr>
        <w:spacing w:line="240" w:lineRule="exact"/>
        <w:jc w:val="both"/>
        <w:rPr>
          <w:rFonts w:ascii="Arial" w:hAnsi="Arial"/>
          <w:b/>
          <w:bCs/>
          <w:sz w:val="19"/>
          <w:szCs w:val="22"/>
        </w:rPr>
      </w:pPr>
    </w:p>
    <w:p w14:paraId="45AE0313" w14:textId="77777777" w:rsidR="005002CF" w:rsidRDefault="005002CF" w:rsidP="004D3856">
      <w:pPr>
        <w:spacing w:line="240" w:lineRule="exact"/>
        <w:jc w:val="both"/>
        <w:rPr>
          <w:rFonts w:ascii="Arial" w:hAnsi="Arial"/>
          <w:b/>
          <w:bCs/>
          <w:sz w:val="19"/>
          <w:szCs w:val="22"/>
        </w:rPr>
      </w:pPr>
    </w:p>
    <w:p w14:paraId="306800F4" w14:textId="73323CDA" w:rsidR="005002CF" w:rsidRDefault="005002CF" w:rsidP="00873CB3">
      <w:pPr>
        <w:pStyle w:val="Titre3"/>
        <w:jc w:val="both"/>
        <w:rPr>
          <w:szCs w:val="24"/>
        </w:rPr>
      </w:pPr>
    </w:p>
    <w:p w14:paraId="69555FA5" w14:textId="6E2E9057" w:rsidR="00AB25C4" w:rsidRDefault="00AB25C4" w:rsidP="00AB25C4"/>
    <w:p w14:paraId="0B643CE4" w14:textId="7655510A" w:rsidR="00AB25C4" w:rsidRDefault="00AB25C4" w:rsidP="00AB25C4"/>
    <w:p w14:paraId="4212EF88" w14:textId="77777777" w:rsidR="00AB25C4" w:rsidRPr="00AB25C4" w:rsidRDefault="00AB25C4" w:rsidP="00AB25C4"/>
    <w:p w14:paraId="1B51D5B5" w14:textId="77777777" w:rsidR="00754C25" w:rsidRPr="00873CB3" w:rsidRDefault="00754C25" w:rsidP="00873CB3">
      <w:pPr>
        <w:pStyle w:val="Titre3"/>
        <w:jc w:val="both"/>
        <w:rPr>
          <w:szCs w:val="24"/>
        </w:rPr>
      </w:pPr>
      <w:r w:rsidRPr="00873CB3">
        <w:rPr>
          <w:szCs w:val="24"/>
        </w:rPr>
        <w:lastRenderedPageBreak/>
        <w:t>1. – Engagement du candidat</w:t>
      </w:r>
    </w:p>
    <w:p w14:paraId="2D8046E4" w14:textId="77777777" w:rsidR="00754C25" w:rsidRPr="00C31D92" w:rsidRDefault="00754C25" w:rsidP="00754C25">
      <w:pPr>
        <w:spacing w:line="240" w:lineRule="exact"/>
        <w:jc w:val="both"/>
        <w:rPr>
          <w:rFonts w:ascii="Arial" w:hAnsi="Arial"/>
          <w:b/>
          <w:bCs/>
          <w:sz w:val="19"/>
          <w:szCs w:val="22"/>
        </w:rPr>
      </w:pPr>
    </w:p>
    <w:p w14:paraId="2D2C5B4A" w14:textId="77777777" w:rsidR="00754C25" w:rsidRPr="00391FB5" w:rsidRDefault="00754C25" w:rsidP="00754C25">
      <w:pPr>
        <w:spacing w:line="240" w:lineRule="exact"/>
        <w:jc w:val="both"/>
        <w:rPr>
          <w:i/>
          <w:szCs w:val="22"/>
        </w:rPr>
      </w:pPr>
      <w:r w:rsidRPr="00391FB5">
        <w:rPr>
          <w:i/>
          <w:szCs w:val="22"/>
        </w:rPr>
        <w:t>(Le présent document concerne un candidat ou un groupement constitué de plusieurs fournisseurs)</w:t>
      </w:r>
    </w:p>
    <w:p w14:paraId="0EB40D59" w14:textId="1050FB7A" w:rsidR="00754C25" w:rsidRDefault="00754C25" w:rsidP="004D3856">
      <w:pPr>
        <w:tabs>
          <w:tab w:val="right" w:leader="dot" w:pos="8505"/>
        </w:tabs>
        <w:spacing w:line="240" w:lineRule="exact"/>
        <w:jc w:val="both"/>
        <w:rPr>
          <w:szCs w:val="22"/>
        </w:rPr>
      </w:pPr>
    </w:p>
    <w:p w14:paraId="0BF774A5" w14:textId="7375F139" w:rsidR="00F768CF" w:rsidRPr="00391FB5" w:rsidRDefault="00F768CF" w:rsidP="004D3856">
      <w:pPr>
        <w:tabs>
          <w:tab w:val="right" w:leader="dot" w:pos="8505"/>
        </w:tabs>
        <w:spacing w:line="240" w:lineRule="exact"/>
        <w:jc w:val="both"/>
        <w:rPr>
          <w:szCs w:val="22"/>
        </w:rPr>
      </w:pPr>
      <w:r w:rsidRPr="00391FB5">
        <w:rPr>
          <w:szCs w:val="22"/>
        </w:rPr>
        <w:t xml:space="preserve">Je soussigné, </w:t>
      </w:r>
      <w:r w:rsidRPr="00391FB5">
        <w:rPr>
          <w:szCs w:val="22"/>
        </w:rPr>
        <w:tab/>
      </w:r>
    </w:p>
    <w:p w14:paraId="2F429324" w14:textId="77777777" w:rsidR="00F768CF" w:rsidRPr="00391FB5" w:rsidRDefault="00F768CF" w:rsidP="004D3856">
      <w:pPr>
        <w:tabs>
          <w:tab w:val="right" w:leader="dot" w:pos="8505"/>
        </w:tabs>
        <w:spacing w:line="240" w:lineRule="exact"/>
        <w:jc w:val="both"/>
        <w:rPr>
          <w:szCs w:val="22"/>
        </w:rPr>
      </w:pPr>
      <w:r w:rsidRPr="00391FB5">
        <w:rPr>
          <w:szCs w:val="22"/>
        </w:rPr>
        <w:t xml:space="preserve">agissant en qualité de : </w:t>
      </w:r>
      <w:r w:rsidRPr="00391FB5">
        <w:rPr>
          <w:szCs w:val="22"/>
        </w:rPr>
        <w:tab/>
      </w:r>
    </w:p>
    <w:p w14:paraId="2813A492" w14:textId="77777777" w:rsidR="00F768CF" w:rsidRPr="00391FB5" w:rsidRDefault="00F768CF" w:rsidP="004D3856">
      <w:pPr>
        <w:tabs>
          <w:tab w:val="right" w:leader="dot" w:pos="8505"/>
        </w:tabs>
        <w:spacing w:line="240" w:lineRule="exact"/>
        <w:jc w:val="both"/>
        <w:rPr>
          <w:szCs w:val="22"/>
        </w:rPr>
      </w:pPr>
      <w:r w:rsidRPr="00391FB5">
        <w:rPr>
          <w:szCs w:val="22"/>
        </w:rPr>
        <w:t xml:space="preserve">au nom et pour le compte de la société : </w:t>
      </w:r>
      <w:r w:rsidRPr="00391FB5">
        <w:rPr>
          <w:szCs w:val="22"/>
        </w:rPr>
        <w:tab/>
      </w:r>
    </w:p>
    <w:p w14:paraId="149D3C60" w14:textId="77777777" w:rsidR="00F768CF" w:rsidRPr="00391FB5" w:rsidRDefault="00F768CF" w:rsidP="004D3856">
      <w:pPr>
        <w:tabs>
          <w:tab w:val="right" w:leader="dot" w:pos="8505"/>
        </w:tabs>
        <w:spacing w:line="240" w:lineRule="exact"/>
        <w:jc w:val="both"/>
        <w:rPr>
          <w:szCs w:val="22"/>
        </w:rPr>
      </w:pPr>
      <w:r w:rsidRPr="00391FB5">
        <w:rPr>
          <w:szCs w:val="22"/>
        </w:rPr>
        <w:t xml:space="preserve">ayant son siège social à : </w:t>
      </w:r>
      <w:r w:rsidRPr="00391FB5">
        <w:rPr>
          <w:szCs w:val="22"/>
        </w:rPr>
        <w:tab/>
      </w:r>
    </w:p>
    <w:p w14:paraId="6F21DF5A" w14:textId="77777777" w:rsidR="00F768CF" w:rsidRPr="00391FB5" w:rsidRDefault="00F768CF" w:rsidP="004D3856">
      <w:pPr>
        <w:tabs>
          <w:tab w:val="right" w:leader="dot" w:pos="8505"/>
        </w:tabs>
        <w:spacing w:line="240" w:lineRule="exact"/>
        <w:jc w:val="both"/>
        <w:rPr>
          <w:szCs w:val="22"/>
        </w:rPr>
      </w:pPr>
    </w:p>
    <w:p w14:paraId="01826D8B" w14:textId="77777777" w:rsidR="00F768CF" w:rsidRPr="00391FB5" w:rsidRDefault="00F768CF" w:rsidP="004D3856">
      <w:pPr>
        <w:tabs>
          <w:tab w:val="right" w:leader="dot" w:pos="8505"/>
        </w:tabs>
        <w:spacing w:line="240" w:lineRule="exact"/>
        <w:jc w:val="both"/>
        <w:rPr>
          <w:szCs w:val="22"/>
        </w:rPr>
      </w:pPr>
      <w:r w:rsidRPr="00391FB5">
        <w:rPr>
          <w:szCs w:val="22"/>
        </w:rPr>
        <w:t xml:space="preserve">Forme juridique : </w:t>
      </w:r>
      <w:r w:rsidRPr="00391FB5">
        <w:rPr>
          <w:szCs w:val="22"/>
        </w:rPr>
        <w:tab/>
      </w:r>
    </w:p>
    <w:p w14:paraId="03B12C11" w14:textId="77777777" w:rsidR="00F768CF" w:rsidRPr="00391FB5" w:rsidRDefault="00F768CF" w:rsidP="004D3856">
      <w:pPr>
        <w:tabs>
          <w:tab w:val="right" w:leader="dot" w:pos="8505"/>
        </w:tabs>
        <w:spacing w:line="240" w:lineRule="exact"/>
        <w:jc w:val="both"/>
        <w:rPr>
          <w:szCs w:val="22"/>
        </w:rPr>
      </w:pPr>
    </w:p>
    <w:p w14:paraId="3EF42EFD" w14:textId="77777777" w:rsidR="00F768CF" w:rsidRPr="00391FB5" w:rsidRDefault="00F768CF" w:rsidP="004D3856">
      <w:pPr>
        <w:tabs>
          <w:tab w:val="right" w:leader="dot" w:pos="8505"/>
        </w:tabs>
        <w:spacing w:line="240" w:lineRule="exact"/>
        <w:jc w:val="both"/>
        <w:rPr>
          <w:szCs w:val="22"/>
        </w:rPr>
      </w:pPr>
      <w:r w:rsidRPr="00391FB5">
        <w:rPr>
          <w:szCs w:val="22"/>
        </w:rPr>
        <w:t xml:space="preserve">et immatriculée : </w:t>
      </w:r>
    </w:p>
    <w:p w14:paraId="38BB88B2" w14:textId="77777777" w:rsidR="00F768CF" w:rsidRPr="00391FB5" w:rsidRDefault="00F768CF" w:rsidP="004D3856">
      <w:pPr>
        <w:tabs>
          <w:tab w:val="right" w:leader="dot" w:pos="8505"/>
        </w:tabs>
        <w:spacing w:line="240" w:lineRule="exact"/>
        <w:jc w:val="both"/>
        <w:rPr>
          <w:szCs w:val="22"/>
        </w:rPr>
      </w:pPr>
    </w:p>
    <w:p w14:paraId="0D77D4A8" w14:textId="77777777" w:rsidR="00F768CF" w:rsidRPr="00391FB5" w:rsidRDefault="00F768CF" w:rsidP="004D3856">
      <w:pPr>
        <w:pStyle w:val="Corpsdetexte3"/>
        <w:numPr>
          <w:ilvl w:val="0"/>
          <w:numId w:val="1"/>
        </w:numPr>
        <w:tabs>
          <w:tab w:val="left" w:pos="288"/>
          <w:tab w:val="right" w:leader="dot" w:pos="8505"/>
        </w:tabs>
        <w:spacing w:after="0" w:line="240" w:lineRule="exact"/>
        <w:jc w:val="both"/>
        <w:rPr>
          <w:sz w:val="22"/>
          <w:szCs w:val="22"/>
        </w:rPr>
      </w:pPr>
      <w:r w:rsidRPr="00391FB5">
        <w:rPr>
          <w:sz w:val="22"/>
          <w:szCs w:val="22"/>
        </w:rPr>
        <w:t xml:space="preserve">au Registre du commerce et des sociétés de : </w:t>
      </w:r>
      <w:r w:rsidRPr="00391FB5">
        <w:rPr>
          <w:sz w:val="22"/>
          <w:szCs w:val="22"/>
        </w:rPr>
        <w:tab/>
      </w:r>
    </w:p>
    <w:p w14:paraId="4925E927" w14:textId="77777777" w:rsidR="00F768CF" w:rsidRPr="00391FB5" w:rsidRDefault="00F768CF" w:rsidP="004D3856">
      <w:pPr>
        <w:numPr>
          <w:ilvl w:val="0"/>
          <w:numId w:val="2"/>
        </w:numPr>
        <w:tabs>
          <w:tab w:val="clear" w:pos="142"/>
          <w:tab w:val="clear" w:pos="284"/>
          <w:tab w:val="left" w:pos="709"/>
          <w:tab w:val="right" w:leader="dot" w:pos="8505"/>
        </w:tabs>
        <w:spacing w:line="240" w:lineRule="exact"/>
        <w:ind w:hanging="76"/>
        <w:jc w:val="both"/>
        <w:rPr>
          <w:szCs w:val="22"/>
        </w:rPr>
      </w:pPr>
      <w:r w:rsidRPr="00391FB5">
        <w:rPr>
          <w:szCs w:val="22"/>
        </w:rPr>
        <w:t>sous le numéro :</w:t>
      </w:r>
      <w:r w:rsidRPr="00391FB5">
        <w:rPr>
          <w:szCs w:val="22"/>
        </w:rPr>
        <w:tab/>
      </w:r>
    </w:p>
    <w:p w14:paraId="4E6E58E1" w14:textId="77777777" w:rsidR="00F768CF" w:rsidRPr="00391FB5" w:rsidRDefault="00F768CF" w:rsidP="004D3856">
      <w:pPr>
        <w:pStyle w:val="Corpsdetexte3"/>
        <w:numPr>
          <w:ilvl w:val="0"/>
          <w:numId w:val="3"/>
        </w:numPr>
        <w:tabs>
          <w:tab w:val="left" w:pos="288"/>
          <w:tab w:val="right" w:leader="dot" w:pos="8505"/>
        </w:tabs>
        <w:spacing w:after="0" w:line="240" w:lineRule="exact"/>
        <w:jc w:val="both"/>
        <w:rPr>
          <w:sz w:val="22"/>
          <w:szCs w:val="22"/>
        </w:rPr>
      </w:pPr>
      <w:r w:rsidRPr="00391FB5">
        <w:rPr>
          <w:sz w:val="22"/>
          <w:szCs w:val="22"/>
        </w:rPr>
        <w:t xml:space="preserve">à l'INSEE sous le n° SIRET : </w:t>
      </w:r>
      <w:r w:rsidRPr="00391FB5">
        <w:rPr>
          <w:sz w:val="22"/>
          <w:szCs w:val="22"/>
        </w:rPr>
        <w:tab/>
      </w:r>
    </w:p>
    <w:p w14:paraId="7A549629" w14:textId="77777777" w:rsidR="00F768CF" w:rsidRPr="00391FB5" w:rsidRDefault="00F768CF" w:rsidP="004D3856">
      <w:pPr>
        <w:pStyle w:val="Corpsdetexte3"/>
        <w:numPr>
          <w:ilvl w:val="0"/>
          <w:numId w:val="4"/>
        </w:numPr>
        <w:tabs>
          <w:tab w:val="left" w:pos="288"/>
          <w:tab w:val="right" w:leader="dot" w:pos="8505"/>
        </w:tabs>
        <w:spacing w:after="0" w:line="240" w:lineRule="exact"/>
        <w:jc w:val="both"/>
        <w:rPr>
          <w:sz w:val="22"/>
          <w:szCs w:val="22"/>
        </w:rPr>
      </w:pPr>
      <w:r w:rsidRPr="00391FB5">
        <w:rPr>
          <w:sz w:val="22"/>
          <w:szCs w:val="22"/>
        </w:rPr>
        <w:t xml:space="preserve">Code APE : </w:t>
      </w:r>
      <w:r w:rsidRPr="00391FB5">
        <w:rPr>
          <w:sz w:val="22"/>
          <w:szCs w:val="22"/>
        </w:rPr>
        <w:tab/>
      </w:r>
    </w:p>
    <w:p w14:paraId="1A11AEB7" w14:textId="77777777" w:rsidR="00F768CF" w:rsidRPr="00391FB5" w:rsidRDefault="00F768CF" w:rsidP="004D3856">
      <w:pPr>
        <w:pStyle w:val="Corpsdetexte3"/>
        <w:numPr>
          <w:ilvl w:val="0"/>
          <w:numId w:val="5"/>
        </w:numPr>
        <w:tabs>
          <w:tab w:val="left" w:pos="288"/>
          <w:tab w:val="right" w:leader="dot" w:pos="8505"/>
        </w:tabs>
        <w:spacing w:after="0" w:line="240" w:lineRule="exact"/>
        <w:jc w:val="both"/>
        <w:rPr>
          <w:sz w:val="22"/>
          <w:szCs w:val="22"/>
        </w:rPr>
      </w:pPr>
      <w:r w:rsidRPr="00391FB5">
        <w:rPr>
          <w:sz w:val="22"/>
          <w:szCs w:val="22"/>
        </w:rPr>
        <w:t xml:space="preserve">Numéro de TVA intra-communautaire : </w:t>
      </w:r>
      <w:r w:rsidRPr="00391FB5">
        <w:rPr>
          <w:sz w:val="22"/>
          <w:szCs w:val="22"/>
        </w:rPr>
        <w:tab/>
      </w:r>
    </w:p>
    <w:p w14:paraId="336853DC" w14:textId="77777777" w:rsidR="00F768CF" w:rsidRPr="00391FB5" w:rsidRDefault="00F768CF" w:rsidP="004D3856">
      <w:pPr>
        <w:pStyle w:val="Corpsdetexte3"/>
        <w:tabs>
          <w:tab w:val="left" w:pos="288"/>
          <w:tab w:val="right" w:leader="dot" w:pos="8505"/>
        </w:tabs>
        <w:spacing w:after="0" w:line="240" w:lineRule="exact"/>
        <w:jc w:val="both"/>
        <w:rPr>
          <w:sz w:val="22"/>
          <w:szCs w:val="22"/>
        </w:rPr>
      </w:pPr>
    </w:p>
    <w:p w14:paraId="6CC2917E" w14:textId="1B466366" w:rsidR="00AF1F51" w:rsidRPr="002A4F72" w:rsidRDefault="00F768CF" w:rsidP="00AB25C4">
      <w:pPr>
        <w:pStyle w:val="Corpsdetexte3"/>
        <w:tabs>
          <w:tab w:val="left" w:pos="288"/>
          <w:tab w:val="right" w:leader="dot" w:pos="8505"/>
        </w:tabs>
        <w:spacing w:after="0" w:line="240" w:lineRule="exact"/>
        <w:jc w:val="both"/>
        <w:rPr>
          <w:sz w:val="22"/>
          <w:szCs w:val="22"/>
        </w:rPr>
      </w:pPr>
      <w:r w:rsidRPr="00391FB5">
        <w:rPr>
          <w:sz w:val="22"/>
          <w:szCs w:val="22"/>
        </w:rPr>
        <w:tab/>
      </w:r>
      <w:r w:rsidRPr="00391FB5">
        <w:rPr>
          <w:sz w:val="22"/>
          <w:szCs w:val="22"/>
        </w:rPr>
        <w:tab/>
      </w:r>
    </w:p>
    <w:p w14:paraId="6F107EB3" w14:textId="77777777" w:rsidR="00AB25C4" w:rsidRPr="00AB25C4" w:rsidRDefault="00AB25C4" w:rsidP="00AB25C4">
      <w:pPr>
        <w:spacing w:line="240" w:lineRule="exact"/>
        <w:jc w:val="both"/>
        <w:rPr>
          <w:szCs w:val="22"/>
        </w:rPr>
      </w:pPr>
    </w:p>
    <w:p w14:paraId="66D982F9" w14:textId="77777777" w:rsidR="00AB25C4" w:rsidRPr="00AB25C4" w:rsidRDefault="00AB25C4" w:rsidP="00AB25C4">
      <w:pPr>
        <w:spacing w:line="240" w:lineRule="exact"/>
        <w:jc w:val="both"/>
        <w:rPr>
          <w:szCs w:val="22"/>
        </w:rPr>
      </w:pPr>
      <w:r w:rsidRPr="00AB25C4">
        <w:rPr>
          <w:szCs w:val="22"/>
        </w:rPr>
        <w:t>- M’ENGAGE sans réserve, à exécuter les prestations décrites aux pièces contractuelles, ainsi que l’ensemble des documents qui y sont mentionnés dans les conditions ci-après définies.</w:t>
      </w:r>
    </w:p>
    <w:p w14:paraId="418284AA" w14:textId="77777777" w:rsidR="00AB25C4" w:rsidRPr="00AB25C4" w:rsidRDefault="00AB25C4" w:rsidP="00AB25C4">
      <w:pPr>
        <w:spacing w:line="240" w:lineRule="exact"/>
        <w:jc w:val="both"/>
        <w:rPr>
          <w:szCs w:val="22"/>
        </w:rPr>
      </w:pPr>
    </w:p>
    <w:p w14:paraId="4728516A" w14:textId="77777777" w:rsidR="00AB25C4" w:rsidRPr="00AB25C4" w:rsidRDefault="00AB25C4" w:rsidP="00AB25C4">
      <w:pPr>
        <w:spacing w:line="240" w:lineRule="exact"/>
        <w:jc w:val="both"/>
        <w:rPr>
          <w:szCs w:val="22"/>
        </w:rPr>
      </w:pPr>
      <w:r w:rsidRPr="00AB25C4">
        <w:rPr>
          <w:szCs w:val="22"/>
        </w:rPr>
        <w:t>L'offre ainsi présentée ne me lie que si son acceptation m’est notifiée dans un délai de 9 (neuf) mois à compter de la date de notification du présent acte d'engagement.</w:t>
      </w:r>
    </w:p>
    <w:p w14:paraId="70C8194F" w14:textId="77777777" w:rsidR="00AB25C4" w:rsidRPr="00AB25C4" w:rsidRDefault="00AB25C4" w:rsidP="00AB25C4">
      <w:pPr>
        <w:spacing w:line="240" w:lineRule="exact"/>
        <w:jc w:val="both"/>
        <w:rPr>
          <w:szCs w:val="22"/>
        </w:rPr>
      </w:pPr>
    </w:p>
    <w:p w14:paraId="2F1A4675" w14:textId="477FE8AE" w:rsidR="00AC72FB" w:rsidRPr="002A4F72" w:rsidRDefault="00AB25C4" w:rsidP="00AB25C4">
      <w:pPr>
        <w:spacing w:line="240" w:lineRule="exact"/>
        <w:jc w:val="both"/>
        <w:rPr>
          <w:szCs w:val="22"/>
        </w:rPr>
      </w:pPr>
      <w:r w:rsidRPr="00AB25C4">
        <w:rPr>
          <w:szCs w:val="22"/>
        </w:rPr>
        <w:t>- NOUS ENGAGEONS sans réserve en tant que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8063"/>
      </w:tblGrid>
      <w:tr w:rsidR="00AC72FB" w:rsidRPr="002A4F72" w14:paraId="227AB5FD" w14:textId="77777777">
        <w:trPr>
          <w:trHeight w:val="567"/>
        </w:trPr>
        <w:tc>
          <w:tcPr>
            <w:tcW w:w="426" w:type="dxa"/>
            <w:tcBorders>
              <w:bottom w:val="single" w:sz="2" w:space="0" w:color="auto"/>
            </w:tcBorders>
            <w:vAlign w:val="bottom"/>
          </w:tcPr>
          <w:p w14:paraId="1E0DB4EC" w14:textId="77777777" w:rsidR="00AC72FB" w:rsidRPr="002A4F72" w:rsidRDefault="00AC72FB" w:rsidP="004D3856">
            <w:pPr>
              <w:spacing w:after="80"/>
              <w:jc w:val="both"/>
              <w:rPr>
                <w:szCs w:val="22"/>
              </w:rPr>
            </w:pPr>
          </w:p>
        </w:tc>
        <w:tc>
          <w:tcPr>
            <w:tcW w:w="8063" w:type="dxa"/>
            <w:tcBorders>
              <w:bottom w:val="single" w:sz="2" w:space="0" w:color="auto"/>
            </w:tcBorders>
            <w:vAlign w:val="bottom"/>
          </w:tcPr>
          <w:p w14:paraId="0EE280FA" w14:textId="77777777" w:rsidR="00AC72FB" w:rsidRPr="002A4F72" w:rsidRDefault="00AC72FB" w:rsidP="004D3856">
            <w:pPr>
              <w:spacing w:after="80"/>
              <w:jc w:val="both"/>
              <w:rPr>
                <w:rStyle w:val="lgende"/>
                <w:szCs w:val="22"/>
              </w:rPr>
            </w:pPr>
          </w:p>
        </w:tc>
      </w:tr>
      <w:tr w:rsidR="00AC72FB" w:rsidRPr="002A4F72" w14:paraId="46C2CEB7" w14:textId="77777777">
        <w:trPr>
          <w:trHeight w:val="397"/>
        </w:trPr>
        <w:tc>
          <w:tcPr>
            <w:tcW w:w="426" w:type="dxa"/>
            <w:tcBorders>
              <w:top w:val="single" w:sz="2" w:space="0" w:color="auto"/>
            </w:tcBorders>
            <w:vAlign w:val="bottom"/>
          </w:tcPr>
          <w:p w14:paraId="58A4631B" w14:textId="77777777" w:rsidR="00AC72FB" w:rsidRPr="002A4F72" w:rsidRDefault="00AC72FB" w:rsidP="004D3856">
            <w:pPr>
              <w:spacing w:after="80"/>
              <w:jc w:val="both"/>
              <w:rPr>
                <w:szCs w:val="22"/>
              </w:rPr>
            </w:pPr>
            <w:r w:rsidRPr="002A4F72">
              <w:rPr>
                <w:szCs w:val="22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2A4F72">
              <w:rPr>
                <w:szCs w:val="22"/>
              </w:rPr>
              <w:instrText xml:space="preserve"> FORMCHECKBOX </w:instrText>
            </w:r>
            <w:r w:rsidR="00AB25C4">
              <w:rPr>
                <w:szCs w:val="22"/>
              </w:rPr>
            </w:r>
            <w:r w:rsidR="00AB25C4">
              <w:rPr>
                <w:szCs w:val="22"/>
              </w:rPr>
              <w:fldChar w:fldCharType="separate"/>
            </w:r>
            <w:r w:rsidRPr="002A4F72">
              <w:rPr>
                <w:szCs w:val="22"/>
              </w:rPr>
              <w:fldChar w:fldCharType="end"/>
            </w:r>
          </w:p>
        </w:tc>
        <w:tc>
          <w:tcPr>
            <w:tcW w:w="8063" w:type="dxa"/>
            <w:tcBorders>
              <w:top w:val="single" w:sz="2" w:space="0" w:color="auto"/>
            </w:tcBorders>
            <w:vAlign w:val="bottom"/>
          </w:tcPr>
          <w:p w14:paraId="357AE57D" w14:textId="77777777" w:rsidR="00AC72FB" w:rsidRPr="002A4F72" w:rsidRDefault="00AC72FB" w:rsidP="004D3856">
            <w:pPr>
              <w:spacing w:after="80"/>
              <w:jc w:val="both"/>
              <w:rPr>
                <w:rStyle w:val="lgende"/>
                <w:szCs w:val="22"/>
              </w:rPr>
            </w:pPr>
            <w:r w:rsidRPr="002A4F72">
              <w:rPr>
                <w:rStyle w:val="lgende"/>
                <w:szCs w:val="22"/>
              </w:rPr>
              <w:t xml:space="preserve"> groupement solidaire</w:t>
            </w:r>
          </w:p>
        </w:tc>
      </w:tr>
      <w:tr w:rsidR="00AC72FB" w:rsidRPr="002A4F72" w14:paraId="3E4C81C3" w14:textId="77777777">
        <w:trPr>
          <w:trHeight w:val="397"/>
        </w:trPr>
        <w:tc>
          <w:tcPr>
            <w:tcW w:w="426" w:type="dxa"/>
            <w:vAlign w:val="bottom"/>
          </w:tcPr>
          <w:p w14:paraId="3A81284F" w14:textId="77777777" w:rsidR="00AC72FB" w:rsidRPr="002A4F72" w:rsidRDefault="00AC72FB" w:rsidP="004D3856">
            <w:pPr>
              <w:spacing w:after="80"/>
              <w:jc w:val="both"/>
              <w:rPr>
                <w:szCs w:val="22"/>
              </w:rPr>
            </w:pPr>
            <w:r w:rsidRPr="002A4F72">
              <w:rPr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2A4F72">
              <w:rPr>
                <w:szCs w:val="22"/>
              </w:rPr>
              <w:instrText xml:space="preserve"> FORMCHECKBOX </w:instrText>
            </w:r>
            <w:r w:rsidR="00AB25C4">
              <w:rPr>
                <w:szCs w:val="22"/>
              </w:rPr>
            </w:r>
            <w:r w:rsidR="00AB25C4">
              <w:rPr>
                <w:szCs w:val="22"/>
              </w:rPr>
              <w:fldChar w:fldCharType="separate"/>
            </w:r>
            <w:r w:rsidRPr="002A4F72">
              <w:rPr>
                <w:szCs w:val="22"/>
              </w:rPr>
              <w:fldChar w:fldCharType="end"/>
            </w:r>
          </w:p>
        </w:tc>
        <w:tc>
          <w:tcPr>
            <w:tcW w:w="8063" w:type="dxa"/>
            <w:vAlign w:val="bottom"/>
          </w:tcPr>
          <w:p w14:paraId="07F432C6" w14:textId="77777777" w:rsidR="00AC72FB" w:rsidRPr="002A4F72" w:rsidRDefault="00AC72FB" w:rsidP="004D3856">
            <w:pPr>
              <w:spacing w:after="80"/>
              <w:jc w:val="both"/>
              <w:rPr>
                <w:rStyle w:val="lgende"/>
                <w:szCs w:val="22"/>
              </w:rPr>
            </w:pPr>
            <w:r w:rsidRPr="002A4F72">
              <w:rPr>
                <w:rStyle w:val="lgende"/>
                <w:szCs w:val="22"/>
              </w:rPr>
              <w:t xml:space="preserve"> groupement conjoint</w:t>
            </w:r>
          </w:p>
        </w:tc>
      </w:tr>
    </w:tbl>
    <w:p w14:paraId="0FD9360E" w14:textId="5612E10C" w:rsidR="00F768CF" w:rsidRDefault="00F768CF" w:rsidP="004D3856">
      <w:pPr>
        <w:spacing w:line="240" w:lineRule="exact"/>
        <w:jc w:val="both"/>
      </w:pPr>
    </w:p>
    <w:p w14:paraId="424D6CF5" w14:textId="73426E40" w:rsidR="00754C25" w:rsidRPr="00DB488F" w:rsidRDefault="00754C25" w:rsidP="004D3856">
      <w:pPr>
        <w:spacing w:line="240" w:lineRule="exact"/>
        <w:jc w:val="both"/>
        <w:rPr>
          <w:rFonts w:ascii="Arial" w:hAnsi="Arial"/>
          <w:b/>
          <w:bCs/>
          <w:szCs w:val="22"/>
        </w:rPr>
      </w:pPr>
    </w:p>
    <w:p w14:paraId="59F9406D" w14:textId="77777777" w:rsidR="00A80EED" w:rsidRPr="00873CB3" w:rsidRDefault="00A80EED" w:rsidP="00873CB3">
      <w:pPr>
        <w:pStyle w:val="Titre3"/>
        <w:jc w:val="both"/>
        <w:rPr>
          <w:szCs w:val="24"/>
        </w:rPr>
      </w:pPr>
      <w:r w:rsidRPr="00873CB3">
        <w:rPr>
          <w:szCs w:val="24"/>
        </w:rPr>
        <w:t>2. – Objet du marché</w:t>
      </w:r>
    </w:p>
    <w:p w14:paraId="4A298D55" w14:textId="6BFBF134" w:rsidR="00A80EED" w:rsidRDefault="00A80EED" w:rsidP="004D3856">
      <w:pPr>
        <w:tabs>
          <w:tab w:val="clear" w:pos="142"/>
          <w:tab w:val="clear" w:pos="284"/>
        </w:tabs>
        <w:jc w:val="both"/>
        <w:rPr>
          <w:b/>
          <w:bCs/>
          <w:sz w:val="26"/>
          <w:szCs w:val="26"/>
        </w:rPr>
      </w:pPr>
    </w:p>
    <w:p w14:paraId="2701013F" w14:textId="77777777" w:rsidR="00500797" w:rsidRDefault="00500797" w:rsidP="00500797">
      <w:pPr>
        <w:pStyle w:val="Sansinterligne"/>
        <w:rPr>
          <w:rFonts w:cs="Times New Roman"/>
        </w:rPr>
      </w:pPr>
      <w:r w:rsidRPr="002B50C1">
        <w:rPr>
          <w:rFonts w:cs="Times New Roman"/>
        </w:rPr>
        <w:t>Le présent marché a pour objet l'exécution des prestations de nettoyage</w:t>
      </w:r>
      <w:r>
        <w:rPr>
          <w:rFonts w:cs="Times New Roman"/>
        </w:rPr>
        <w:t xml:space="preserve"> des locaux de la direction Grand-Est.</w:t>
      </w:r>
    </w:p>
    <w:p w14:paraId="50F247D8" w14:textId="0EE30EB5" w:rsidR="007F3708" w:rsidRDefault="007F3708" w:rsidP="007F3708">
      <w:pPr>
        <w:jc w:val="both"/>
        <w:rPr>
          <w:bCs/>
        </w:rPr>
      </w:pPr>
    </w:p>
    <w:p w14:paraId="0BCBB7C2" w14:textId="4D71E221" w:rsidR="007F3708" w:rsidRDefault="003C2BB3" w:rsidP="007F3708">
      <w:pPr>
        <w:jc w:val="both"/>
        <w:rPr>
          <w:bCs/>
        </w:rPr>
      </w:pPr>
      <w:r>
        <w:rPr>
          <w:bCs/>
        </w:rPr>
        <w:t>Le</w:t>
      </w:r>
      <w:r w:rsidR="007F3708">
        <w:rPr>
          <w:bCs/>
        </w:rPr>
        <w:t xml:space="preserve"> présent </w:t>
      </w:r>
      <w:r>
        <w:rPr>
          <w:bCs/>
        </w:rPr>
        <w:t>acte d’engagement</w:t>
      </w:r>
      <w:r w:rsidR="008655D0">
        <w:rPr>
          <w:bCs/>
        </w:rPr>
        <w:t xml:space="preserve"> concerne le lot 4</w:t>
      </w:r>
      <w:r w:rsidR="007F3708">
        <w:rPr>
          <w:bCs/>
        </w:rPr>
        <w:t xml:space="preserve"> : </w:t>
      </w:r>
      <w:r w:rsidR="00500797">
        <w:rPr>
          <w:bCs/>
        </w:rPr>
        <w:t xml:space="preserve">Centre de recherches archéologiques </w:t>
      </w:r>
      <w:r w:rsidR="008655D0">
        <w:rPr>
          <w:bCs/>
        </w:rPr>
        <w:t xml:space="preserve">de </w:t>
      </w:r>
      <w:r w:rsidR="00873CB3" w:rsidRPr="00873CB3">
        <w:rPr>
          <w:bCs/>
        </w:rPr>
        <w:t>Châlons-en-Champagne</w:t>
      </w:r>
      <w:r w:rsidR="00873CB3">
        <w:rPr>
          <w:bCs/>
        </w:rPr>
        <w:t>.</w:t>
      </w:r>
    </w:p>
    <w:p w14:paraId="4EBA5246" w14:textId="37450841" w:rsidR="002D52A6" w:rsidRPr="006B2D73" w:rsidRDefault="002D52A6" w:rsidP="004D3856">
      <w:pPr>
        <w:jc w:val="both"/>
        <w:rPr>
          <w:szCs w:val="22"/>
        </w:rPr>
      </w:pPr>
    </w:p>
    <w:p w14:paraId="182BA00E" w14:textId="77777777" w:rsidR="00A80EED" w:rsidRDefault="00A80EED" w:rsidP="004D3856">
      <w:pPr>
        <w:spacing w:line="240" w:lineRule="exact"/>
        <w:jc w:val="both"/>
        <w:rPr>
          <w:rFonts w:ascii="Arial" w:hAnsi="Arial"/>
          <w:b/>
          <w:bCs/>
          <w:sz w:val="19"/>
        </w:rPr>
      </w:pPr>
    </w:p>
    <w:p w14:paraId="4CAD4820" w14:textId="157163C4" w:rsidR="002A4F72" w:rsidRPr="00873CB3" w:rsidRDefault="00A80EED" w:rsidP="00873CB3">
      <w:pPr>
        <w:pStyle w:val="Titre3"/>
        <w:jc w:val="both"/>
        <w:rPr>
          <w:szCs w:val="24"/>
        </w:rPr>
      </w:pPr>
      <w:r w:rsidRPr="00873CB3">
        <w:rPr>
          <w:szCs w:val="24"/>
        </w:rPr>
        <w:t>3.</w:t>
      </w:r>
      <w:r w:rsidR="002A4F72" w:rsidRPr="00873CB3">
        <w:rPr>
          <w:szCs w:val="24"/>
        </w:rPr>
        <w:t xml:space="preserve"> </w:t>
      </w:r>
      <w:r w:rsidR="00B32E3A" w:rsidRPr="00873CB3">
        <w:rPr>
          <w:szCs w:val="24"/>
        </w:rPr>
        <w:t>–</w:t>
      </w:r>
      <w:r w:rsidR="002A4F72" w:rsidRPr="00873CB3">
        <w:rPr>
          <w:szCs w:val="24"/>
        </w:rPr>
        <w:t xml:space="preserve"> </w:t>
      </w:r>
      <w:r w:rsidR="00B32E3A" w:rsidRPr="00873CB3">
        <w:rPr>
          <w:szCs w:val="24"/>
        </w:rPr>
        <w:t>Montant du marché</w:t>
      </w:r>
    </w:p>
    <w:p w14:paraId="2EB4E12C" w14:textId="77777777" w:rsidR="002A4F72" w:rsidRPr="00DB488F" w:rsidRDefault="002A4F72" w:rsidP="004D3856">
      <w:pPr>
        <w:spacing w:line="240" w:lineRule="exact"/>
        <w:jc w:val="both"/>
      </w:pPr>
    </w:p>
    <w:p w14:paraId="3C90DF93" w14:textId="77777777" w:rsidR="00500797" w:rsidRPr="006126D9" w:rsidRDefault="00500797" w:rsidP="00500797">
      <w:pPr>
        <w:spacing w:line="240" w:lineRule="exact"/>
        <w:jc w:val="both"/>
      </w:pPr>
    </w:p>
    <w:p w14:paraId="1CDDEFC8" w14:textId="2D3F61AF" w:rsidR="00500797" w:rsidRPr="006126D9" w:rsidRDefault="00500797" w:rsidP="00500797">
      <w:pPr>
        <w:spacing w:line="240" w:lineRule="exact"/>
      </w:pPr>
      <w:r w:rsidRPr="006126D9">
        <w:rPr>
          <w:b/>
          <w:u w:val="single"/>
        </w:rPr>
        <w:t>Pour la partie forfaitaire</w:t>
      </w:r>
      <w:r w:rsidRPr="006126D9">
        <w:t>, le montant du marché comprend le montant suivant</w:t>
      </w:r>
      <w:r w:rsidR="00D40CD2">
        <w:t xml:space="preserve"> </w:t>
      </w:r>
      <w:r>
        <w:t>pour la durée tot</w:t>
      </w:r>
      <w:r w:rsidR="00460EE9">
        <w:t xml:space="preserve">ale du marché </w:t>
      </w:r>
      <w:r w:rsidRPr="006126D9">
        <w:t>:</w:t>
      </w:r>
    </w:p>
    <w:p w14:paraId="09449C48" w14:textId="77777777" w:rsidR="00500797" w:rsidRPr="006126D9" w:rsidRDefault="00500797" w:rsidP="00500797">
      <w:pPr>
        <w:spacing w:line="240" w:lineRule="exact"/>
        <w:jc w:val="center"/>
      </w:pPr>
    </w:p>
    <w:p w14:paraId="7BF5B39C" w14:textId="049F315F" w:rsidR="00754C25" w:rsidRPr="003B22CD" w:rsidRDefault="00754C25" w:rsidP="00754C25">
      <w:pPr>
        <w:shd w:val="clear" w:color="auto" w:fill="FFFFFF"/>
        <w:tabs>
          <w:tab w:val="clear" w:pos="142"/>
          <w:tab w:val="clear" w:pos="284"/>
        </w:tabs>
      </w:pPr>
      <w:r w:rsidRPr="003B22CD">
        <w:t xml:space="preserve">Montant </w:t>
      </w:r>
      <w:r w:rsidR="00B54347">
        <w:t>de la partie forfaitaire pour 12</w:t>
      </w:r>
      <w:r w:rsidRPr="003B22CD">
        <w:t xml:space="preserve"> mois (à remplir par le candidat) : ……………………€ HT</w:t>
      </w:r>
      <w:r>
        <w:t> ;</w:t>
      </w:r>
    </w:p>
    <w:p w14:paraId="1BF86C13" w14:textId="77777777" w:rsidR="00754C25" w:rsidRPr="003B22CD" w:rsidRDefault="00754C25" w:rsidP="00754C25">
      <w:pPr>
        <w:shd w:val="clear" w:color="auto" w:fill="FFFFFF"/>
        <w:tabs>
          <w:tab w:val="clear" w:pos="142"/>
          <w:tab w:val="clear" w:pos="284"/>
        </w:tabs>
      </w:pPr>
      <w:r w:rsidRPr="003B22CD">
        <w:t> </w:t>
      </w:r>
    </w:p>
    <w:p w14:paraId="2456C6E2" w14:textId="77777777" w:rsidR="00754C25" w:rsidRPr="003B22CD" w:rsidRDefault="00754C25" w:rsidP="00754C25">
      <w:pPr>
        <w:shd w:val="clear" w:color="auto" w:fill="FFFFFF"/>
        <w:tabs>
          <w:tab w:val="clear" w:pos="142"/>
          <w:tab w:val="clear" w:pos="284"/>
        </w:tabs>
      </w:pPr>
      <w:r w:rsidRPr="003B22CD">
        <w:t>En cas de reconduction, montant de la partie forfaitaire pour 12 mois (à remplir par le candidat) : ………………€ HT</w:t>
      </w:r>
      <w:r>
        <w:t> ;</w:t>
      </w:r>
    </w:p>
    <w:p w14:paraId="43979D50" w14:textId="4A4B52D2" w:rsidR="00D40CD2" w:rsidRDefault="00D40CD2" w:rsidP="00500797">
      <w:pPr>
        <w:spacing w:line="240" w:lineRule="exact"/>
      </w:pPr>
    </w:p>
    <w:p w14:paraId="46B52678" w14:textId="77777777" w:rsidR="0023484C" w:rsidRDefault="0023484C" w:rsidP="00500797">
      <w:pPr>
        <w:spacing w:line="240" w:lineRule="exact"/>
      </w:pPr>
    </w:p>
    <w:p w14:paraId="719A422B" w14:textId="5EBE2543" w:rsidR="00500797" w:rsidRPr="006126D9" w:rsidRDefault="00500797" w:rsidP="00500797">
      <w:pPr>
        <w:tabs>
          <w:tab w:val="right" w:pos="9360"/>
        </w:tabs>
        <w:spacing w:line="240" w:lineRule="exact"/>
        <w:jc w:val="both"/>
      </w:pPr>
      <w:r w:rsidRPr="006126D9">
        <w:rPr>
          <w:b/>
          <w:u w:val="single"/>
        </w:rPr>
        <w:t>Pour la partie unitaire à bons de commande</w:t>
      </w:r>
      <w:r w:rsidRPr="006126D9">
        <w:t>, les montants minimum et maximum du marché, pour sa durée totale,</w:t>
      </w:r>
      <w:r w:rsidR="0072009B">
        <w:t xml:space="preserve"> reconductions comprises,</w:t>
      </w:r>
      <w:r w:rsidRPr="006126D9">
        <w:t xml:space="preserve"> sont :</w:t>
      </w:r>
    </w:p>
    <w:p w14:paraId="45E94EAD" w14:textId="77777777" w:rsidR="00500797" w:rsidRPr="00873CB3" w:rsidRDefault="00500797" w:rsidP="00500797">
      <w:pPr>
        <w:numPr>
          <w:ilvl w:val="1"/>
          <w:numId w:val="4"/>
        </w:numPr>
        <w:tabs>
          <w:tab w:val="clear" w:pos="142"/>
          <w:tab w:val="clear" w:pos="284"/>
          <w:tab w:val="right" w:pos="9360"/>
        </w:tabs>
        <w:spacing w:line="240" w:lineRule="exact"/>
        <w:jc w:val="both"/>
      </w:pPr>
      <w:r w:rsidRPr="00873CB3">
        <w:t>Montant minimum : 0 € HT sur la durée totale du marché ;</w:t>
      </w:r>
    </w:p>
    <w:p w14:paraId="227C21C9" w14:textId="7A630F05" w:rsidR="00500797" w:rsidRPr="00873CB3" w:rsidRDefault="00500797" w:rsidP="00500797">
      <w:pPr>
        <w:numPr>
          <w:ilvl w:val="1"/>
          <w:numId w:val="4"/>
        </w:numPr>
        <w:tabs>
          <w:tab w:val="clear" w:pos="142"/>
          <w:tab w:val="clear" w:pos="284"/>
          <w:tab w:val="right" w:pos="9360"/>
        </w:tabs>
        <w:spacing w:line="240" w:lineRule="exact"/>
        <w:jc w:val="both"/>
      </w:pPr>
      <w:r w:rsidRPr="00873CB3">
        <w:t xml:space="preserve">Montant maximum : </w:t>
      </w:r>
      <w:r w:rsidR="00AB25C4">
        <w:t>4</w:t>
      </w:r>
      <w:r w:rsidR="004C3362" w:rsidRPr="00873CB3">
        <w:t>0</w:t>
      </w:r>
      <w:r w:rsidRPr="00873CB3">
        <w:t xml:space="preserve"> 000 € HT sur la durée totale du marché.</w:t>
      </w:r>
    </w:p>
    <w:p w14:paraId="343BB4F7" w14:textId="77777777" w:rsidR="00500797" w:rsidRPr="006126D9" w:rsidRDefault="00500797" w:rsidP="00500797">
      <w:pPr>
        <w:spacing w:line="240" w:lineRule="exact"/>
      </w:pPr>
    </w:p>
    <w:p w14:paraId="2C17E4B1" w14:textId="2A7AF15D" w:rsidR="00767BFB" w:rsidRDefault="00767BFB" w:rsidP="004D3856">
      <w:pPr>
        <w:pStyle w:val="Normal1"/>
        <w:ind w:firstLine="0"/>
        <w:rPr>
          <w:szCs w:val="20"/>
        </w:rPr>
      </w:pPr>
    </w:p>
    <w:p w14:paraId="498A3475" w14:textId="77777777" w:rsidR="00D40CD2" w:rsidRPr="00391FB5" w:rsidRDefault="00D40CD2" w:rsidP="004D3856">
      <w:pPr>
        <w:pStyle w:val="Normal1"/>
        <w:ind w:firstLine="0"/>
        <w:rPr>
          <w:szCs w:val="20"/>
        </w:rPr>
      </w:pPr>
    </w:p>
    <w:p w14:paraId="2BAD260E" w14:textId="77777777" w:rsidR="00767BFB" w:rsidRPr="00391FB5" w:rsidRDefault="00767BFB" w:rsidP="004D3856">
      <w:pPr>
        <w:pStyle w:val="Normal1"/>
        <w:rPr>
          <w:szCs w:val="20"/>
        </w:rPr>
      </w:pPr>
      <w:r w:rsidRPr="00391FB5">
        <w:rPr>
          <w:szCs w:val="20"/>
        </w:rPr>
        <w:t>(Les membres du groupement conjoint indiquent dans le tableau ci-dessous la répartition des prestations que chacun d’entre eux s’engage à réaliser.)</w:t>
      </w:r>
    </w:p>
    <w:p w14:paraId="2C99B311" w14:textId="77777777" w:rsidR="00767BFB" w:rsidRPr="00D23175" w:rsidRDefault="00767BFB" w:rsidP="004D3856">
      <w:pPr>
        <w:pStyle w:val="Normal1"/>
        <w:rPr>
          <w:i/>
          <w:iCs/>
          <w:noProof/>
          <w:sz w:val="24"/>
          <w:szCs w:val="24"/>
        </w:rPr>
      </w:pPr>
    </w:p>
    <w:p w14:paraId="53C5C557" w14:textId="77777777" w:rsidR="00767BFB" w:rsidRPr="00D23175" w:rsidRDefault="00767BFB" w:rsidP="004D3856">
      <w:pPr>
        <w:pStyle w:val="Normal1"/>
        <w:rPr>
          <w:i/>
          <w:iCs/>
          <w:noProof/>
          <w:sz w:val="24"/>
          <w:szCs w:val="24"/>
        </w:rPr>
      </w:pPr>
    </w:p>
    <w:tbl>
      <w:tblPr>
        <w:tblW w:w="942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389"/>
        <w:gridCol w:w="3685"/>
        <w:gridCol w:w="2348"/>
      </w:tblGrid>
      <w:tr w:rsidR="00767BFB" w:rsidRPr="00D23175" w14:paraId="164A60A1" w14:textId="77777777" w:rsidTr="000B1953">
        <w:trPr>
          <w:trHeight w:val="567"/>
        </w:trPr>
        <w:tc>
          <w:tcPr>
            <w:tcW w:w="3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3084BD" w14:textId="77777777" w:rsidR="00767BFB" w:rsidRPr="00D23175" w:rsidRDefault="00767BFB" w:rsidP="004D3856">
            <w:pPr>
              <w:pStyle w:val="Normal1"/>
              <w:rPr>
                <w:b/>
                <w:noProof/>
                <w:sz w:val="24"/>
                <w:szCs w:val="24"/>
              </w:rPr>
            </w:pPr>
            <w:r w:rsidRPr="00D23175">
              <w:rPr>
                <w:b/>
                <w:noProof/>
                <w:sz w:val="24"/>
                <w:szCs w:val="24"/>
              </w:rPr>
              <w:t xml:space="preserve">Désignation des membres </w:t>
            </w:r>
          </w:p>
          <w:p w14:paraId="11613F00" w14:textId="77777777" w:rsidR="00767BFB" w:rsidRPr="00D23175" w:rsidRDefault="00767BFB" w:rsidP="004D3856">
            <w:pPr>
              <w:pStyle w:val="Normal1"/>
              <w:rPr>
                <w:b/>
                <w:noProof/>
                <w:sz w:val="24"/>
                <w:szCs w:val="24"/>
              </w:rPr>
            </w:pPr>
            <w:r w:rsidRPr="00D23175">
              <w:rPr>
                <w:b/>
                <w:noProof/>
                <w:sz w:val="24"/>
                <w:szCs w:val="24"/>
              </w:rPr>
              <w:t>du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A8B89" w14:textId="77777777" w:rsidR="00767BFB" w:rsidRPr="00D23175" w:rsidRDefault="00767BFB" w:rsidP="004D3856">
            <w:pPr>
              <w:pStyle w:val="Normal1"/>
              <w:ind w:firstLine="0"/>
              <w:rPr>
                <w:b/>
                <w:noProof/>
                <w:sz w:val="24"/>
                <w:szCs w:val="24"/>
              </w:rPr>
            </w:pPr>
            <w:r w:rsidRPr="00D23175">
              <w:rPr>
                <w:b/>
                <w:noProof/>
                <w:sz w:val="24"/>
                <w:szCs w:val="24"/>
              </w:rPr>
              <w:t>Prestations exécutées par les membres</w:t>
            </w:r>
          </w:p>
          <w:p w14:paraId="4187EAE0" w14:textId="77777777" w:rsidR="00767BFB" w:rsidRPr="00D23175" w:rsidRDefault="00767BFB" w:rsidP="004D3856">
            <w:pPr>
              <w:pStyle w:val="Normal1"/>
              <w:ind w:firstLine="0"/>
              <w:rPr>
                <w:b/>
                <w:noProof/>
                <w:sz w:val="24"/>
                <w:szCs w:val="24"/>
              </w:rPr>
            </w:pPr>
            <w:r w:rsidRPr="00D23175">
              <w:rPr>
                <w:b/>
                <w:noProof/>
                <w:sz w:val="24"/>
                <w:szCs w:val="24"/>
              </w:rPr>
              <w:t>du groupement conjoint</w:t>
            </w:r>
          </w:p>
        </w:tc>
      </w:tr>
      <w:tr w:rsidR="00767BFB" w:rsidRPr="00D23175" w14:paraId="57BD8CA4" w14:textId="77777777" w:rsidTr="000B1953">
        <w:trPr>
          <w:trHeight w:val="567"/>
        </w:trPr>
        <w:tc>
          <w:tcPr>
            <w:tcW w:w="3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E69BE61" w14:textId="77777777" w:rsidR="00767BFB" w:rsidRPr="00D23175" w:rsidRDefault="00767BFB" w:rsidP="004D3856">
            <w:pPr>
              <w:pStyle w:val="Normal1"/>
              <w:rPr>
                <w:b/>
                <w:noProof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9B96A6C" w14:textId="77777777" w:rsidR="00767BFB" w:rsidRPr="00D23175" w:rsidRDefault="00767BFB" w:rsidP="004D3856">
            <w:pPr>
              <w:pStyle w:val="Normal1"/>
              <w:rPr>
                <w:b/>
                <w:noProof/>
                <w:sz w:val="24"/>
                <w:szCs w:val="24"/>
              </w:rPr>
            </w:pPr>
            <w:r w:rsidRPr="00D23175">
              <w:rPr>
                <w:b/>
                <w:noProof/>
                <w:sz w:val="24"/>
                <w:szCs w:val="24"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34B39C" w14:textId="77777777" w:rsidR="00767BFB" w:rsidRPr="00D23175" w:rsidRDefault="00767BFB" w:rsidP="004D3856">
            <w:pPr>
              <w:pStyle w:val="Normal1"/>
              <w:rPr>
                <w:b/>
                <w:noProof/>
                <w:sz w:val="24"/>
                <w:szCs w:val="24"/>
              </w:rPr>
            </w:pPr>
            <w:r w:rsidRPr="00D23175">
              <w:rPr>
                <w:b/>
                <w:noProof/>
                <w:sz w:val="24"/>
                <w:szCs w:val="24"/>
              </w:rPr>
              <w:t xml:space="preserve">Montant HT </w:t>
            </w:r>
          </w:p>
          <w:p w14:paraId="55DB439C" w14:textId="77777777" w:rsidR="00767BFB" w:rsidRPr="00D23175" w:rsidRDefault="00767BFB" w:rsidP="004D3856">
            <w:pPr>
              <w:pStyle w:val="Normal1"/>
              <w:rPr>
                <w:noProof/>
                <w:sz w:val="24"/>
                <w:szCs w:val="24"/>
              </w:rPr>
            </w:pPr>
            <w:r w:rsidRPr="00D23175">
              <w:rPr>
                <w:b/>
                <w:noProof/>
                <w:sz w:val="24"/>
                <w:szCs w:val="24"/>
              </w:rPr>
              <w:t>de la prestation</w:t>
            </w:r>
          </w:p>
        </w:tc>
      </w:tr>
      <w:tr w:rsidR="00767BFB" w:rsidRPr="00D23175" w14:paraId="12AD20AA" w14:textId="77777777" w:rsidTr="000B1953">
        <w:trPr>
          <w:trHeight w:val="1021"/>
        </w:trPr>
        <w:tc>
          <w:tcPr>
            <w:tcW w:w="338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1DC948AC" w14:textId="77777777" w:rsidR="00767BFB" w:rsidRPr="00D23175" w:rsidRDefault="00767BFB" w:rsidP="004D3856">
            <w:pPr>
              <w:pStyle w:val="Normal1"/>
              <w:rPr>
                <w:noProof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4DF5A0D6" w14:textId="77777777" w:rsidR="00767BFB" w:rsidRPr="00D23175" w:rsidRDefault="00767BFB" w:rsidP="004D3856">
            <w:pPr>
              <w:pStyle w:val="Normal1"/>
              <w:rPr>
                <w:noProof/>
                <w:sz w:val="24"/>
                <w:szCs w:val="24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63280DFA" w14:textId="77777777" w:rsidR="00767BFB" w:rsidRPr="00D23175" w:rsidRDefault="00767BFB" w:rsidP="004D3856">
            <w:pPr>
              <w:pStyle w:val="Normal1"/>
              <w:rPr>
                <w:noProof/>
                <w:sz w:val="24"/>
                <w:szCs w:val="24"/>
              </w:rPr>
            </w:pPr>
          </w:p>
        </w:tc>
      </w:tr>
      <w:tr w:rsidR="00767BFB" w:rsidRPr="00D23175" w14:paraId="52FE76F4" w14:textId="77777777" w:rsidTr="000B1953">
        <w:trPr>
          <w:trHeight w:val="1021"/>
        </w:trPr>
        <w:tc>
          <w:tcPr>
            <w:tcW w:w="3389" w:type="dxa"/>
            <w:tcBorders>
              <w:left w:val="single" w:sz="4" w:space="0" w:color="000000"/>
            </w:tcBorders>
          </w:tcPr>
          <w:p w14:paraId="16CAE25E" w14:textId="77777777" w:rsidR="00767BFB" w:rsidRPr="00D23175" w:rsidRDefault="00767BFB" w:rsidP="004D3856">
            <w:pPr>
              <w:pStyle w:val="Normal1"/>
              <w:rPr>
                <w:noProof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000000"/>
            </w:tcBorders>
          </w:tcPr>
          <w:p w14:paraId="005AE401" w14:textId="77777777" w:rsidR="00767BFB" w:rsidRPr="00D23175" w:rsidRDefault="00767BFB" w:rsidP="004D3856">
            <w:pPr>
              <w:pStyle w:val="Normal1"/>
              <w:rPr>
                <w:noProof/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right w:val="single" w:sz="4" w:space="0" w:color="000000"/>
            </w:tcBorders>
          </w:tcPr>
          <w:p w14:paraId="39E9A227" w14:textId="77777777" w:rsidR="00767BFB" w:rsidRPr="00D23175" w:rsidRDefault="00767BFB" w:rsidP="004D3856">
            <w:pPr>
              <w:pStyle w:val="Normal1"/>
              <w:rPr>
                <w:noProof/>
                <w:sz w:val="24"/>
                <w:szCs w:val="24"/>
              </w:rPr>
            </w:pPr>
          </w:p>
        </w:tc>
      </w:tr>
      <w:tr w:rsidR="00767BFB" w:rsidRPr="00D23175" w14:paraId="30692A93" w14:textId="77777777" w:rsidTr="000B1953">
        <w:trPr>
          <w:trHeight w:val="1021"/>
        </w:trPr>
        <w:tc>
          <w:tcPr>
            <w:tcW w:w="33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07264D21" w14:textId="77777777" w:rsidR="00767BFB" w:rsidRPr="00D23175" w:rsidRDefault="00767BFB" w:rsidP="004D3856">
            <w:pPr>
              <w:pStyle w:val="Normal1"/>
              <w:rPr>
                <w:noProof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6369A056" w14:textId="77777777" w:rsidR="00767BFB" w:rsidRPr="00D23175" w:rsidRDefault="00767BFB" w:rsidP="004D3856">
            <w:pPr>
              <w:pStyle w:val="Normal1"/>
              <w:rPr>
                <w:noProof/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6638E9AB" w14:textId="77777777" w:rsidR="00767BFB" w:rsidRPr="00D23175" w:rsidRDefault="00767BFB" w:rsidP="004D3856">
            <w:pPr>
              <w:pStyle w:val="Normal1"/>
              <w:rPr>
                <w:noProof/>
                <w:sz w:val="24"/>
                <w:szCs w:val="24"/>
              </w:rPr>
            </w:pPr>
          </w:p>
        </w:tc>
      </w:tr>
    </w:tbl>
    <w:p w14:paraId="4D9320FE" w14:textId="77777777" w:rsidR="00767BFB" w:rsidRPr="00D23175" w:rsidRDefault="00767BFB" w:rsidP="004D3856">
      <w:pPr>
        <w:pStyle w:val="Normal1"/>
        <w:ind w:firstLine="0"/>
        <w:rPr>
          <w:noProof/>
          <w:sz w:val="24"/>
          <w:szCs w:val="24"/>
        </w:rPr>
      </w:pPr>
    </w:p>
    <w:p w14:paraId="10113E29" w14:textId="6854B7AC" w:rsidR="00767BFB" w:rsidRDefault="00767BFB" w:rsidP="004D3856">
      <w:pPr>
        <w:spacing w:line="240" w:lineRule="exact"/>
        <w:jc w:val="both"/>
      </w:pPr>
    </w:p>
    <w:p w14:paraId="050F7005" w14:textId="51CFF182" w:rsidR="00767BFB" w:rsidRDefault="00767BFB" w:rsidP="004D3856">
      <w:pPr>
        <w:spacing w:line="240" w:lineRule="exact"/>
        <w:jc w:val="both"/>
      </w:pPr>
    </w:p>
    <w:p w14:paraId="2C9E2BC2" w14:textId="7DE65593" w:rsidR="00D75899" w:rsidRDefault="00D75899" w:rsidP="004D3856">
      <w:pPr>
        <w:spacing w:line="240" w:lineRule="exact"/>
        <w:jc w:val="both"/>
        <w:rPr>
          <w:rFonts w:ascii="Arial" w:hAnsi="Arial"/>
          <w:b/>
          <w:bCs/>
          <w:sz w:val="19"/>
        </w:rPr>
      </w:pPr>
    </w:p>
    <w:p w14:paraId="3DE5D9DE" w14:textId="61C6C693" w:rsidR="00A80EED" w:rsidRPr="00873CB3" w:rsidRDefault="00A80EED" w:rsidP="00873CB3">
      <w:pPr>
        <w:pStyle w:val="Titre3"/>
        <w:jc w:val="both"/>
        <w:rPr>
          <w:szCs w:val="24"/>
        </w:rPr>
      </w:pPr>
      <w:r w:rsidRPr="00873CB3">
        <w:rPr>
          <w:szCs w:val="24"/>
        </w:rPr>
        <w:t>4. – Compte à créditer</w:t>
      </w:r>
    </w:p>
    <w:p w14:paraId="03339330" w14:textId="77777777" w:rsidR="00767BFB" w:rsidRPr="00D23175" w:rsidRDefault="00767BFB" w:rsidP="004D3856">
      <w:pPr>
        <w:jc w:val="both"/>
        <w:rPr>
          <w:sz w:val="24"/>
          <w:szCs w:val="24"/>
        </w:rPr>
      </w:pPr>
    </w:p>
    <w:p w14:paraId="1EC1F557" w14:textId="77777777" w:rsidR="00CC0572" w:rsidRDefault="00CC0572" w:rsidP="00CC0572">
      <w:pPr>
        <w:rPr>
          <w:u w:val="single"/>
        </w:rPr>
      </w:pPr>
      <w:r w:rsidRPr="00100C43">
        <w:rPr>
          <w:u w:val="single"/>
        </w:rPr>
        <w:t>En cas de Titulaire unique</w:t>
      </w:r>
    </w:p>
    <w:p w14:paraId="11EDCC8C" w14:textId="77777777" w:rsidR="00CC0572" w:rsidRPr="00100C43" w:rsidRDefault="00CC0572" w:rsidP="00CC0572">
      <w:pPr>
        <w:rPr>
          <w:u w:val="single"/>
        </w:rPr>
      </w:pPr>
    </w:p>
    <w:p w14:paraId="6ACCC457" w14:textId="77777777" w:rsidR="00CC0572" w:rsidRDefault="00CC0572" w:rsidP="00CC0572">
      <w:r>
        <w:t xml:space="preserve">Ouvert au nom de : </w:t>
      </w:r>
    </w:p>
    <w:p w14:paraId="4C952142" w14:textId="77777777" w:rsidR="00CC0572" w:rsidRDefault="00CC0572" w:rsidP="00CC0572">
      <w:r>
        <w:t xml:space="preserve">Pour les prestations suivantes : </w:t>
      </w:r>
    </w:p>
    <w:p w14:paraId="1029D14C" w14:textId="77777777" w:rsidR="00CC0572" w:rsidRDefault="00CC0572" w:rsidP="00CC0572">
      <w:r>
        <w:t xml:space="preserve">Domiciliation : </w:t>
      </w:r>
    </w:p>
    <w:p w14:paraId="2F4F0ECD" w14:textId="77777777" w:rsidR="00CC0572" w:rsidRDefault="00CC0572" w:rsidP="00CC0572">
      <w:r>
        <w:t>Numéro de compte :</w:t>
      </w:r>
    </w:p>
    <w:p w14:paraId="06F79F2D" w14:textId="77777777" w:rsidR="00CC0572" w:rsidRDefault="00CC0572" w:rsidP="00CC0572">
      <w:r>
        <w:t>Code banque :</w:t>
      </w:r>
    </w:p>
    <w:p w14:paraId="64A22683" w14:textId="77777777" w:rsidR="00CC0572" w:rsidRDefault="00CC0572" w:rsidP="00CC0572">
      <w:r>
        <w:t xml:space="preserve">Code guichet : </w:t>
      </w:r>
    </w:p>
    <w:p w14:paraId="3BAC4D07" w14:textId="77777777" w:rsidR="00CC0572" w:rsidRDefault="00CC0572" w:rsidP="00CC0572">
      <w:r>
        <w:t>Clé RIB :</w:t>
      </w:r>
    </w:p>
    <w:p w14:paraId="5C13CC6C" w14:textId="77777777" w:rsidR="00CC0572" w:rsidRDefault="00CC0572" w:rsidP="00CC0572">
      <w:r>
        <w:t xml:space="preserve">IBAN : </w:t>
      </w:r>
    </w:p>
    <w:p w14:paraId="7E9644FD" w14:textId="77777777" w:rsidR="00CC0572" w:rsidRDefault="00CC0572" w:rsidP="00CC0572">
      <w:r>
        <w:t>BIC :</w:t>
      </w:r>
    </w:p>
    <w:p w14:paraId="65E1A47B" w14:textId="77777777" w:rsidR="00CC0572" w:rsidRDefault="00CC0572" w:rsidP="00CC0572">
      <w:r>
        <w:rPr>
          <w:i/>
          <w:color w:val="000000"/>
        </w:rPr>
        <w:t>Relevé d’identité bancaire à joindre obligatoirement en annexe du présent acte d’engagement</w:t>
      </w:r>
    </w:p>
    <w:p w14:paraId="1C6FE537" w14:textId="77777777" w:rsidR="00CC0572" w:rsidRDefault="00CC0572" w:rsidP="00CC0572"/>
    <w:p w14:paraId="0BB9435A" w14:textId="77777777" w:rsidR="00CC0572" w:rsidRPr="00DF4E53" w:rsidRDefault="00CC0572" w:rsidP="00CC0572">
      <w:pPr>
        <w:rPr>
          <w:u w:val="single"/>
        </w:rPr>
      </w:pPr>
      <w:r w:rsidRPr="00DF4E53">
        <w:rPr>
          <w:u w:val="single"/>
        </w:rPr>
        <w:t>En cas de groupement,</w:t>
      </w:r>
    </w:p>
    <w:p w14:paraId="5D599B66" w14:textId="77777777" w:rsidR="00CC0572" w:rsidRDefault="00CC0572" w:rsidP="00CC0572"/>
    <w:p w14:paraId="51AB91BD" w14:textId="77777777" w:rsidR="00CC0572" w:rsidRDefault="00CC0572" w:rsidP="00CC0572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DF4E53">
        <w:rPr>
          <w:lang w:val="fr-FR"/>
        </w:rPr>
        <w:t xml:space="preserve"> </w:t>
      </w:r>
      <w:r>
        <w:rPr>
          <w:color w:val="000000"/>
          <w:lang w:val="fr-FR"/>
        </w:rPr>
        <w:t xml:space="preserve">En cas de groupement, le paiement est effectué sur </w:t>
      </w:r>
      <w:r w:rsidRPr="003A65D1">
        <w:rPr>
          <w:i/>
          <w:color w:val="000000"/>
          <w:lang w:val="fr-FR"/>
        </w:rPr>
        <w:t>(case à cocher par le candidat)</w:t>
      </w:r>
      <w:r>
        <w:rPr>
          <w:color w:val="000000"/>
          <w:lang w:val="fr-FR"/>
        </w:rPr>
        <w:t xml:space="preserve"> :</w:t>
      </w:r>
    </w:p>
    <w:p w14:paraId="3E02D8E6" w14:textId="77777777" w:rsidR="00CC0572" w:rsidRDefault="00CC0572" w:rsidP="00CC0572">
      <w:pPr>
        <w:spacing w:line="240" w:lineRule="exact"/>
      </w:pPr>
    </w:p>
    <w:p w14:paraId="0E47D636" w14:textId="77777777" w:rsidR="00CC0572" w:rsidRDefault="00CC0572" w:rsidP="00CC0572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8063"/>
      </w:tblGrid>
      <w:tr w:rsidR="00CC0572" w:rsidRPr="002A4F72" w14:paraId="2123A540" w14:textId="77777777" w:rsidTr="008B329D">
        <w:trPr>
          <w:trHeight w:val="397"/>
        </w:trPr>
        <w:tc>
          <w:tcPr>
            <w:tcW w:w="426" w:type="dxa"/>
            <w:vAlign w:val="bottom"/>
          </w:tcPr>
          <w:p w14:paraId="74F1833F" w14:textId="77777777" w:rsidR="00CC0572" w:rsidRPr="002A4F72" w:rsidRDefault="00CC0572" w:rsidP="008B329D">
            <w:pPr>
              <w:spacing w:after="80"/>
              <w:rPr>
                <w:szCs w:val="22"/>
              </w:rPr>
            </w:pPr>
            <w:r w:rsidRPr="002A4F72">
              <w:rPr>
                <w:szCs w:val="22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2A4F72">
              <w:rPr>
                <w:szCs w:val="22"/>
              </w:rPr>
              <w:instrText xml:space="preserve"> FORMCHECKBOX </w:instrText>
            </w:r>
            <w:r w:rsidR="00AB25C4">
              <w:rPr>
                <w:szCs w:val="22"/>
              </w:rPr>
            </w:r>
            <w:r w:rsidR="00AB25C4">
              <w:rPr>
                <w:szCs w:val="22"/>
              </w:rPr>
              <w:fldChar w:fldCharType="separate"/>
            </w:r>
            <w:r w:rsidRPr="002A4F72">
              <w:rPr>
                <w:szCs w:val="22"/>
              </w:rPr>
              <w:fldChar w:fldCharType="end"/>
            </w:r>
          </w:p>
        </w:tc>
        <w:tc>
          <w:tcPr>
            <w:tcW w:w="8063" w:type="dxa"/>
            <w:vAlign w:val="bottom"/>
          </w:tcPr>
          <w:p w14:paraId="7044F97A" w14:textId="77777777" w:rsidR="00CC0572" w:rsidRPr="002A4F72" w:rsidRDefault="00CC0572" w:rsidP="008B329D">
            <w:pPr>
              <w:spacing w:after="80"/>
              <w:rPr>
                <w:rStyle w:val="lgende"/>
                <w:szCs w:val="22"/>
              </w:rPr>
            </w:pPr>
            <w:r>
              <w:rPr>
                <w:rStyle w:val="lgende"/>
                <w:szCs w:val="22"/>
              </w:rPr>
              <w:t xml:space="preserve"> un compte unique ouvert au nom du mandataire</w:t>
            </w:r>
          </w:p>
        </w:tc>
      </w:tr>
    </w:tbl>
    <w:p w14:paraId="6F873953" w14:textId="77777777" w:rsidR="00CC0572" w:rsidRDefault="00CC0572" w:rsidP="00CC0572"/>
    <w:p w14:paraId="31AF2462" w14:textId="77777777" w:rsidR="00CC0572" w:rsidRDefault="00CC0572" w:rsidP="00CC0572">
      <w:r>
        <w:t xml:space="preserve">Ouvert au nom de : </w:t>
      </w:r>
    </w:p>
    <w:p w14:paraId="27138790" w14:textId="77777777" w:rsidR="00CC0572" w:rsidRDefault="00CC0572" w:rsidP="00CC0572">
      <w:r>
        <w:t xml:space="preserve">Domiciliation : </w:t>
      </w:r>
    </w:p>
    <w:p w14:paraId="33446F7D" w14:textId="77777777" w:rsidR="00CC0572" w:rsidRDefault="00CC0572" w:rsidP="00CC0572">
      <w:r>
        <w:t xml:space="preserve">Numéro de compte : </w:t>
      </w:r>
    </w:p>
    <w:p w14:paraId="6375CF85" w14:textId="77777777" w:rsidR="00CC0572" w:rsidRDefault="00CC0572" w:rsidP="00CC0572">
      <w:r>
        <w:t>Code banque :</w:t>
      </w:r>
    </w:p>
    <w:p w14:paraId="39A71B9A" w14:textId="77777777" w:rsidR="00CC0572" w:rsidRDefault="00CC0572" w:rsidP="00CC0572">
      <w:r>
        <w:t xml:space="preserve">Code guichet : </w:t>
      </w:r>
    </w:p>
    <w:p w14:paraId="5ADAA734" w14:textId="77777777" w:rsidR="00CC0572" w:rsidRDefault="00CC0572" w:rsidP="00CC0572">
      <w:r>
        <w:t>Clé RIB :</w:t>
      </w:r>
    </w:p>
    <w:p w14:paraId="114D61F1" w14:textId="77777777" w:rsidR="00CC0572" w:rsidRDefault="00CC0572" w:rsidP="00CC0572">
      <w:r>
        <w:t xml:space="preserve">IBAN : </w:t>
      </w:r>
    </w:p>
    <w:p w14:paraId="60B30B2D" w14:textId="77777777" w:rsidR="00CC0572" w:rsidRDefault="00CC0572" w:rsidP="00CC0572">
      <w:r>
        <w:t>BIC :</w:t>
      </w:r>
    </w:p>
    <w:p w14:paraId="4FC0B921" w14:textId="77777777" w:rsidR="00CC0572" w:rsidRDefault="00CC0572" w:rsidP="00CC0572">
      <w:r>
        <w:rPr>
          <w:i/>
          <w:color w:val="000000"/>
        </w:rPr>
        <w:t>Relevé d’identité bancaire à joindre obligatoirement en annexe du présent acte d’engagement</w:t>
      </w:r>
    </w:p>
    <w:p w14:paraId="2F8B0387" w14:textId="77777777" w:rsidR="00CC0572" w:rsidRDefault="00CC0572" w:rsidP="00CC0572"/>
    <w:p w14:paraId="03131209" w14:textId="77777777" w:rsidR="00CC0572" w:rsidRDefault="00CC0572" w:rsidP="00CC0572">
      <w:pPr>
        <w:spacing w:line="240" w:lineRule="exact"/>
      </w:pPr>
    </w:p>
    <w:p w14:paraId="0DA79B65" w14:textId="77777777" w:rsidR="00CC0572" w:rsidRDefault="00CC0572" w:rsidP="00CC0572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8063"/>
      </w:tblGrid>
      <w:tr w:rsidR="00CC0572" w:rsidRPr="002A4F72" w14:paraId="0B934A5A" w14:textId="77777777" w:rsidTr="008B329D">
        <w:trPr>
          <w:trHeight w:val="397"/>
        </w:trPr>
        <w:tc>
          <w:tcPr>
            <w:tcW w:w="426" w:type="dxa"/>
            <w:vAlign w:val="bottom"/>
          </w:tcPr>
          <w:p w14:paraId="7201270A" w14:textId="77777777" w:rsidR="00CC0572" w:rsidRPr="002A4F72" w:rsidRDefault="00CC0572" w:rsidP="008B329D">
            <w:pPr>
              <w:spacing w:after="80"/>
              <w:rPr>
                <w:szCs w:val="22"/>
              </w:rPr>
            </w:pPr>
            <w:r w:rsidRPr="002A4F72">
              <w:rPr>
                <w:szCs w:val="22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2A4F72">
              <w:rPr>
                <w:szCs w:val="22"/>
              </w:rPr>
              <w:instrText xml:space="preserve"> FORMCHECKBOX </w:instrText>
            </w:r>
            <w:r w:rsidR="00AB25C4">
              <w:rPr>
                <w:szCs w:val="22"/>
              </w:rPr>
            </w:r>
            <w:r w:rsidR="00AB25C4">
              <w:rPr>
                <w:szCs w:val="22"/>
              </w:rPr>
              <w:fldChar w:fldCharType="separate"/>
            </w:r>
            <w:r w:rsidRPr="002A4F72">
              <w:rPr>
                <w:szCs w:val="22"/>
              </w:rPr>
              <w:fldChar w:fldCharType="end"/>
            </w:r>
          </w:p>
        </w:tc>
        <w:tc>
          <w:tcPr>
            <w:tcW w:w="8063" w:type="dxa"/>
            <w:vAlign w:val="bottom"/>
          </w:tcPr>
          <w:p w14:paraId="3143A810" w14:textId="77777777" w:rsidR="00CC0572" w:rsidRPr="002A4F72" w:rsidRDefault="00CC0572" w:rsidP="008B329D">
            <w:pPr>
              <w:spacing w:after="80"/>
              <w:rPr>
                <w:rStyle w:val="lgende"/>
                <w:szCs w:val="22"/>
              </w:rPr>
            </w:pPr>
            <w:r>
              <w:rPr>
                <w:rStyle w:val="lgende"/>
                <w:szCs w:val="22"/>
              </w:rPr>
              <w:t xml:space="preserve"> Les comptes de chacun des membres du groupement suivant les répartitions indiquées au point 3 du présent acte d’engagement</w:t>
            </w:r>
          </w:p>
        </w:tc>
      </w:tr>
    </w:tbl>
    <w:p w14:paraId="2C981EB0" w14:textId="77777777" w:rsidR="00CC0572" w:rsidRDefault="00CC0572" w:rsidP="00CC0572">
      <w:pPr>
        <w:spacing w:line="240" w:lineRule="exact"/>
      </w:pPr>
    </w:p>
    <w:p w14:paraId="62DDFE0F" w14:textId="77777777" w:rsidR="00CC0572" w:rsidRDefault="00CC0572" w:rsidP="00CC0572">
      <w:pPr>
        <w:pStyle w:val="ParagrapheIndent1"/>
        <w:spacing w:after="240" w:line="232" w:lineRule="exact"/>
        <w:ind w:right="20"/>
        <w:jc w:val="both"/>
        <w:rPr>
          <w:i/>
          <w:color w:val="000000"/>
          <w:lang w:val="fr-FR"/>
        </w:rPr>
      </w:pPr>
    </w:p>
    <w:p w14:paraId="79686129" w14:textId="77777777" w:rsidR="00CC0572" w:rsidRPr="00DF4E53" w:rsidRDefault="00CC0572" w:rsidP="00CC0572">
      <w:pPr>
        <w:pStyle w:val="ParagrapheIndent1"/>
        <w:spacing w:after="240" w:line="232" w:lineRule="exact"/>
        <w:ind w:left="20" w:right="20"/>
        <w:jc w:val="both"/>
        <w:rPr>
          <w:i/>
          <w:color w:val="000000"/>
          <w:lang w:val="fr-FR"/>
        </w:rPr>
      </w:pPr>
      <w:r>
        <w:rPr>
          <w:i/>
          <w:color w:val="000000"/>
          <w:lang w:val="fr-FR"/>
        </w:rPr>
        <w:t>(Relevé(s) d’identité bancaire à joindre obligatoirement en annexe du présent acte d’engagement)</w:t>
      </w:r>
    </w:p>
    <w:p w14:paraId="34644853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Cotraitant 1</w:t>
      </w:r>
    </w:p>
    <w:p w14:paraId="06375752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Ouvert au nom de :</w:t>
      </w:r>
    </w:p>
    <w:p w14:paraId="141D9CFD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pour les prestations suivantes : ........................................................................</w:t>
      </w:r>
    </w:p>
    <w:p w14:paraId="4F1C523A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Domiciliation : ............................................................................................</w:t>
      </w:r>
    </w:p>
    <w:p w14:paraId="0C8B5D61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Code banque : _____ Code guichet : _____ N° de compte : ___________ Clé RIB : __</w:t>
      </w:r>
    </w:p>
    <w:p w14:paraId="598A11B4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IBAN : ____ ____ ____ ____ ____ ____ ___</w:t>
      </w:r>
    </w:p>
    <w:p w14:paraId="20D5FA76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BIC : ___________</w:t>
      </w:r>
    </w:p>
    <w:p w14:paraId="4BF65310" w14:textId="77777777" w:rsidR="00CC0572" w:rsidRDefault="00CC0572" w:rsidP="00CC0572">
      <w:r>
        <w:rPr>
          <w:i/>
          <w:color w:val="000000"/>
        </w:rPr>
        <w:t>Relevé d’identité bancaire à joindre obligatoirement en annexe du présent acte d’engagement</w:t>
      </w:r>
    </w:p>
    <w:p w14:paraId="34F43371" w14:textId="5081B42E" w:rsidR="0072009B" w:rsidRPr="00046F88" w:rsidRDefault="0072009B" w:rsidP="00CC0572">
      <w:pPr>
        <w:rPr>
          <w:szCs w:val="22"/>
          <w:lang w:eastAsia="en-US"/>
        </w:rPr>
      </w:pPr>
    </w:p>
    <w:p w14:paraId="47FD5FD4" w14:textId="77777777" w:rsidR="00CC0572" w:rsidRPr="00046F88" w:rsidRDefault="00CC0572" w:rsidP="00CC0572">
      <w:pPr>
        <w:rPr>
          <w:szCs w:val="22"/>
          <w:lang w:eastAsia="en-US"/>
        </w:rPr>
      </w:pPr>
      <w:r w:rsidRPr="00046F88">
        <w:rPr>
          <w:szCs w:val="22"/>
          <w:lang w:eastAsia="en-US"/>
        </w:rPr>
        <w:t xml:space="preserve">Cotraitant 2 </w:t>
      </w:r>
    </w:p>
    <w:p w14:paraId="5E52321D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Ouvert au nom de :</w:t>
      </w:r>
    </w:p>
    <w:p w14:paraId="1259642B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pour les prestations suivantes : ........................................................................</w:t>
      </w:r>
    </w:p>
    <w:p w14:paraId="0A64931A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Domiciliation : ............................................................................................</w:t>
      </w:r>
    </w:p>
    <w:p w14:paraId="4F6BF8E1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Code banque : _____ Code guichet : _____ N° de compte : ___________ Clé RIB : __</w:t>
      </w:r>
    </w:p>
    <w:p w14:paraId="7C379E8F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IBAN : ____ ____ ____ ____ ____ ____ ___</w:t>
      </w:r>
    </w:p>
    <w:p w14:paraId="7CCAD772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BIC : ___________</w:t>
      </w:r>
    </w:p>
    <w:p w14:paraId="0CB8283A" w14:textId="77777777" w:rsidR="00CC0572" w:rsidRDefault="00CC0572" w:rsidP="00CC0572">
      <w:pPr>
        <w:rPr>
          <w:lang w:eastAsia="en-US"/>
        </w:rPr>
      </w:pPr>
    </w:p>
    <w:p w14:paraId="0FEBFDA2" w14:textId="77777777" w:rsidR="00CC0572" w:rsidRDefault="00CC0572" w:rsidP="00CC0572">
      <w:r>
        <w:rPr>
          <w:i/>
          <w:color w:val="000000"/>
        </w:rPr>
        <w:t>Relevé d’identité bancaire à joindre obligatoirement en annexe du présent acte d’engagement</w:t>
      </w:r>
    </w:p>
    <w:p w14:paraId="6B6DEB0B" w14:textId="77777777" w:rsidR="00CC0572" w:rsidRDefault="00CC0572" w:rsidP="00CC0572"/>
    <w:p w14:paraId="72DEF1DD" w14:textId="77777777" w:rsidR="00CC0572" w:rsidRDefault="00CC0572" w:rsidP="00CC0572"/>
    <w:p w14:paraId="6DF1A8A3" w14:textId="77777777" w:rsidR="00CC0572" w:rsidRDefault="00CC0572" w:rsidP="00CC0572">
      <w:pPr>
        <w:rPr>
          <w:lang w:eastAsia="en-US"/>
        </w:rPr>
      </w:pPr>
    </w:p>
    <w:p w14:paraId="6ADF7112" w14:textId="77777777" w:rsidR="00CC0572" w:rsidRPr="00046F88" w:rsidRDefault="00CC0572" w:rsidP="00CC0572">
      <w:pPr>
        <w:rPr>
          <w:szCs w:val="22"/>
          <w:lang w:eastAsia="en-US"/>
        </w:rPr>
      </w:pPr>
      <w:r w:rsidRPr="00046F88">
        <w:rPr>
          <w:szCs w:val="22"/>
          <w:lang w:eastAsia="en-US"/>
        </w:rPr>
        <w:t>Cotraitant 3 *</w:t>
      </w:r>
    </w:p>
    <w:p w14:paraId="1901A31F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Ouvert au nom de :</w:t>
      </w:r>
    </w:p>
    <w:p w14:paraId="6EDB9F2C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pour les prestations suivantes : ........................................................................</w:t>
      </w:r>
    </w:p>
    <w:p w14:paraId="7A763CB0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Domiciliation : ............................................................................................</w:t>
      </w:r>
    </w:p>
    <w:p w14:paraId="250326BF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Code banque : _____ Code guichet : _____ N° de compte : ___________ Clé RIB : __</w:t>
      </w:r>
    </w:p>
    <w:p w14:paraId="04F23C24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IBAN : ____ ____ ____ ____ ____ ____ ___</w:t>
      </w:r>
    </w:p>
    <w:p w14:paraId="5BF9E0E2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BIC : ___________</w:t>
      </w:r>
    </w:p>
    <w:p w14:paraId="1C351399" w14:textId="77777777" w:rsidR="00CC0572" w:rsidRPr="005B2E14" w:rsidRDefault="00CC0572" w:rsidP="00CC0572">
      <w:pPr>
        <w:rPr>
          <w:lang w:eastAsia="en-US"/>
        </w:rPr>
      </w:pPr>
    </w:p>
    <w:p w14:paraId="3B3D91B9" w14:textId="77777777" w:rsidR="00CC0572" w:rsidRDefault="00CC0572" w:rsidP="00CC0572">
      <w:r>
        <w:rPr>
          <w:i/>
          <w:color w:val="000000"/>
        </w:rPr>
        <w:t>Relevé d’identité bancaire à joindre obligatoirement en annexe du présent acte d’engagement</w:t>
      </w:r>
    </w:p>
    <w:p w14:paraId="440C4870" w14:textId="77777777" w:rsidR="00CC0572" w:rsidRDefault="00CC0572" w:rsidP="00CC0572">
      <w:pPr>
        <w:rPr>
          <w:lang w:eastAsia="en-US"/>
        </w:rPr>
      </w:pPr>
    </w:p>
    <w:p w14:paraId="2643CF8C" w14:textId="77777777" w:rsidR="00CC0572" w:rsidRDefault="00CC0572" w:rsidP="00CC0572">
      <w:pPr>
        <w:rPr>
          <w:lang w:eastAsia="en-US"/>
        </w:rPr>
      </w:pPr>
    </w:p>
    <w:p w14:paraId="127E060E" w14:textId="77777777" w:rsidR="00CC0572" w:rsidRDefault="00CC0572" w:rsidP="00CC0572">
      <w:pPr>
        <w:rPr>
          <w:lang w:eastAsia="en-US"/>
        </w:rPr>
      </w:pPr>
      <w:r>
        <w:rPr>
          <w:lang w:eastAsia="en-US"/>
        </w:rPr>
        <w:t>*S’il y a plus de 3 cotraitants dans le groupement, il appartient au candidat de dupliquer le paragraphe précédent en autant de cotraitant.</w:t>
      </w:r>
    </w:p>
    <w:p w14:paraId="07BAF28C" w14:textId="77777777" w:rsidR="00CC0572" w:rsidRPr="00DF4E53" w:rsidRDefault="00CC0572" w:rsidP="00CC0572">
      <w:pPr>
        <w:rPr>
          <w:lang w:eastAsia="en-US"/>
        </w:rPr>
      </w:pPr>
    </w:p>
    <w:p w14:paraId="29F7A5D3" w14:textId="77777777" w:rsidR="00CC0572" w:rsidRDefault="00CC0572" w:rsidP="00CC0572">
      <w:pPr>
        <w:rPr>
          <w:lang w:eastAsia="en-US"/>
        </w:rPr>
      </w:pPr>
    </w:p>
    <w:p w14:paraId="1CA155A3" w14:textId="77777777" w:rsidR="00CC0572" w:rsidRDefault="00CC0572" w:rsidP="00CC0572">
      <w:r>
        <w:t>Le comptable assignataire des paiements est l’agent comptable de l’Institut national de recherches archéologiques préventives – 121, rue d’Alésia – CS 20007- 75685 cedex 14</w:t>
      </w:r>
    </w:p>
    <w:p w14:paraId="50B8C60D" w14:textId="3D3AEFB3" w:rsidR="00767BFB" w:rsidRDefault="00767BFB" w:rsidP="004D3856">
      <w:pPr>
        <w:jc w:val="both"/>
        <w:rPr>
          <w:sz w:val="24"/>
          <w:szCs w:val="24"/>
        </w:rPr>
      </w:pPr>
    </w:p>
    <w:p w14:paraId="3F4BE3DA" w14:textId="77777777" w:rsidR="004E6AD2" w:rsidRPr="00D23175" w:rsidRDefault="004E6AD2" w:rsidP="004D3856">
      <w:pPr>
        <w:jc w:val="both"/>
        <w:rPr>
          <w:sz w:val="24"/>
          <w:szCs w:val="24"/>
        </w:rPr>
      </w:pPr>
    </w:p>
    <w:p w14:paraId="74378A09" w14:textId="22F697D9" w:rsidR="004E6AD2" w:rsidRPr="00873CB3" w:rsidRDefault="004E6AD2" w:rsidP="00873CB3">
      <w:pPr>
        <w:pStyle w:val="Titre3"/>
        <w:jc w:val="both"/>
        <w:rPr>
          <w:szCs w:val="24"/>
        </w:rPr>
      </w:pPr>
      <w:r w:rsidRPr="00873CB3">
        <w:rPr>
          <w:szCs w:val="24"/>
        </w:rPr>
        <w:t>5. – Mode de règlement</w:t>
      </w:r>
    </w:p>
    <w:p w14:paraId="29E61723" w14:textId="4BAD9FEF" w:rsidR="00767BFB" w:rsidRDefault="00767BFB" w:rsidP="004D3856">
      <w:pPr>
        <w:spacing w:before="120"/>
        <w:jc w:val="both"/>
      </w:pPr>
      <w:r w:rsidRPr="00391FB5">
        <w:t>Par virement</w:t>
      </w:r>
    </w:p>
    <w:p w14:paraId="2E5B5852" w14:textId="5F7F1043" w:rsidR="008A4E10" w:rsidRDefault="008A4E10" w:rsidP="004D3856">
      <w:pPr>
        <w:spacing w:before="120"/>
        <w:jc w:val="both"/>
      </w:pPr>
    </w:p>
    <w:p w14:paraId="49C2D1B9" w14:textId="57C92AE9" w:rsidR="004E6AD2" w:rsidRPr="00873CB3" w:rsidRDefault="004E6AD2" w:rsidP="00873CB3">
      <w:pPr>
        <w:pStyle w:val="Titre3"/>
        <w:jc w:val="both"/>
        <w:rPr>
          <w:szCs w:val="24"/>
        </w:rPr>
      </w:pPr>
      <w:r w:rsidRPr="00873CB3">
        <w:rPr>
          <w:szCs w:val="24"/>
        </w:rPr>
        <w:t>6. – Avance</w:t>
      </w:r>
    </w:p>
    <w:p w14:paraId="5B801ADD" w14:textId="77777777" w:rsidR="004E6AD2" w:rsidRPr="00DB488F" w:rsidRDefault="004E6AD2" w:rsidP="004D3856">
      <w:pPr>
        <w:spacing w:line="240" w:lineRule="exact"/>
        <w:jc w:val="both"/>
        <w:rPr>
          <w:rFonts w:ascii="Arial" w:hAnsi="Arial" w:cs="Arial"/>
          <w:b/>
          <w:bCs/>
          <w:sz w:val="19"/>
          <w:szCs w:val="18"/>
        </w:rPr>
      </w:pPr>
    </w:p>
    <w:p w14:paraId="14053C5A" w14:textId="21055B32" w:rsidR="00CC0572" w:rsidRPr="0008508B" w:rsidRDefault="00CC0572" w:rsidP="00CC0572">
      <w:r>
        <w:t>Le titulaire accepte l’avance (à cocher par le candidat) : oui □ non □</w:t>
      </w:r>
    </w:p>
    <w:p w14:paraId="515E1733" w14:textId="7C687FF6" w:rsidR="0097483F" w:rsidRPr="00D23175" w:rsidRDefault="0097483F" w:rsidP="004D3856">
      <w:pPr>
        <w:jc w:val="both"/>
        <w:rPr>
          <w:sz w:val="24"/>
          <w:szCs w:val="24"/>
        </w:rPr>
      </w:pPr>
    </w:p>
    <w:p w14:paraId="0C32F3EB" w14:textId="2638DAD4" w:rsidR="00767BFB" w:rsidRPr="00D23175" w:rsidRDefault="004E6AD2" w:rsidP="004D3856">
      <w:pPr>
        <w:pStyle w:val="Titre3"/>
        <w:jc w:val="both"/>
        <w:rPr>
          <w:szCs w:val="24"/>
        </w:rPr>
      </w:pPr>
      <w:r>
        <w:rPr>
          <w:szCs w:val="24"/>
        </w:rPr>
        <w:t>7</w:t>
      </w:r>
      <w:r w:rsidR="00767BFB" w:rsidRPr="00D23175">
        <w:rPr>
          <w:szCs w:val="24"/>
        </w:rPr>
        <w:t xml:space="preserve">. </w:t>
      </w:r>
      <w:r w:rsidR="00FF6E79">
        <w:rPr>
          <w:bCs/>
        </w:rPr>
        <w:t>–</w:t>
      </w:r>
      <w:r w:rsidR="00FF6E79" w:rsidRPr="00DB488F">
        <w:rPr>
          <w:rFonts w:cs="Arial"/>
          <w:bCs/>
          <w:szCs w:val="18"/>
        </w:rPr>
        <w:t xml:space="preserve"> </w:t>
      </w:r>
      <w:r w:rsidR="00767BFB" w:rsidRPr="00D23175">
        <w:rPr>
          <w:szCs w:val="24"/>
        </w:rPr>
        <w:t>Durée d’exécution</w:t>
      </w:r>
    </w:p>
    <w:p w14:paraId="19C43E23" w14:textId="77777777" w:rsidR="00767BFB" w:rsidRPr="00D23175" w:rsidRDefault="00767BFB" w:rsidP="004D3856">
      <w:pPr>
        <w:jc w:val="both"/>
        <w:rPr>
          <w:sz w:val="24"/>
          <w:szCs w:val="24"/>
        </w:rPr>
      </w:pPr>
    </w:p>
    <w:p w14:paraId="5247375A" w14:textId="77777777" w:rsidR="00AB25C4" w:rsidRPr="00AB25C4" w:rsidRDefault="00AB25C4" w:rsidP="00AB25C4">
      <w:pPr>
        <w:pStyle w:val="Titre3"/>
        <w:jc w:val="both"/>
        <w:rPr>
          <w:rFonts w:ascii="Times New Roman" w:hAnsi="Times New Roman"/>
          <w:b w:val="0"/>
          <w:sz w:val="22"/>
          <w:szCs w:val="22"/>
        </w:rPr>
      </w:pPr>
      <w:r w:rsidRPr="00AB25C4">
        <w:rPr>
          <w:rFonts w:ascii="Times New Roman" w:hAnsi="Times New Roman"/>
          <w:b w:val="0"/>
          <w:sz w:val="22"/>
          <w:szCs w:val="22"/>
        </w:rPr>
        <w:t>Le marché prend effet à compter de sa notification et reste en vigueur pendant une durée de 12 mois.</w:t>
      </w:r>
    </w:p>
    <w:p w14:paraId="112368B1" w14:textId="77777777" w:rsidR="00AB25C4" w:rsidRPr="00AB25C4" w:rsidRDefault="00AB25C4" w:rsidP="00AB25C4">
      <w:pPr>
        <w:pStyle w:val="Titre3"/>
        <w:jc w:val="both"/>
        <w:rPr>
          <w:rFonts w:ascii="Times New Roman" w:hAnsi="Times New Roman"/>
          <w:b w:val="0"/>
          <w:sz w:val="22"/>
          <w:szCs w:val="22"/>
        </w:rPr>
      </w:pPr>
    </w:p>
    <w:p w14:paraId="1673FE7C" w14:textId="1361491B" w:rsidR="00AB25C4" w:rsidRDefault="00AB25C4" w:rsidP="00AB25C4">
      <w:pPr>
        <w:pStyle w:val="Titre3"/>
        <w:jc w:val="both"/>
        <w:rPr>
          <w:rFonts w:ascii="Times New Roman" w:hAnsi="Times New Roman"/>
          <w:b w:val="0"/>
          <w:sz w:val="22"/>
          <w:szCs w:val="22"/>
        </w:rPr>
      </w:pPr>
      <w:r w:rsidRPr="00AB25C4">
        <w:rPr>
          <w:rFonts w:ascii="Times New Roman" w:hAnsi="Times New Roman"/>
          <w:b w:val="0"/>
          <w:sz w:val="22"/>
          <w:szCs w:val="22"/>
        </w:rPr>
        <w:t>A la date anniversaire du marché, il est ensuite reconductible, tacitement, trois fois, pour une durée d’un an sans que sa durée totale ne puisse excéder 48 mois.</w:t>
      </w:r>
    </w:p>
    <w:p w14:paraId="163E52E6" w14:textId="77777777" w:rsidR="00AB25C4" w:rsidRPr="00AB25C4" w:rsidRDefault="00AB25C4" w:rsidP="00AB25C4"/>
    <w:p w14:paraId="5AA77A77" w14:textId="2A146CF7" w:rsidR="00391FB5" w:rsidRPr="00D23175" w:rsidRDefault="004E6AD2" w:rsidP="004D3856">
      <w:pPr>
        <w:pStyle w:val="Titre3"/>
        <w:jc w:val="both"/>
        <w:rPr>
          <w:szCs w:val="24"/>
        </w:rPr>
      </w:pPr>
      <w:r>
        <w:rPr>
          <w:szCs w:val="24"/>
        </w:rPr>
        <w:t>8</w:t>
      </w:r>
      <w:r w:rsidR="00391FB5" w:rsidRPr="00D23175">
        <w:rPr>
          <w:szCs w:val="24"/>
        </w:rPr>
        <w:t xml:space="preserve">. </w:t>
      </w:r>
      <w:r w:rsidR="00FF6E79">
        <w:rPr>
          <w:bCs/>
        </w:rPr>
        <w:t>–</w:t>
      </w:r>
      <w:r w:rsidR="00FF6E79" w:rsidRPr="00DB488F">
        <w:rPr>
          <w:rFonts w:cs="Arial"/>
          <w:bCs/>
          <w:szCs w:val="18"/>
        </w:rPr>
        <w:t xml:space="preserve"> </w:t>
      </w:r>
      <w:r w:rsidR="00391FB5" w:rsidRPr="00D23175">
        <w:rPr>
          <w:szCs w:val="24"/>
        </w:rPr>
        <w:t xml:space="preserve">Pièces </w:t>
      </w:r>
      <w:r w:rsidR="00AB25C4" w:rsidRPr="00AB25C4">
        <w:rPr>
          <w:szCs w:val="24"/>
        </w:rPr>
        <w:t>contractuelles</w:t>
      </w:r>
      <w:r w:rsidR="00391FB5" w:rsidRPr="00D23175">
        <w:rPr>
          <w:szCs w:val="24"/>
        </w:rPr>
        <w:t xml:space="preserve"> du marché</w:t>
      </w:r>
    </w:p>
    <w:p w14:paraId="1EA7EA07" w14:textId="77777777" w:rsidR="004E6AD2" w:rsidRDefault="004E6AD2" w:rsidP="004D3856">
      <w:pPr>
        <w:tabs>
          <w:tab w:val="left" w:pos="720"/>
          <w:tab w:val="left" w:pos="1008"/>
          <w:tab w:val="left" w:pos="2835"/>
          <w:tab w:val="left" w:pos="2880"/>
          <w:tab w:val="left" w:pos="3168"/>
        </w:tabs>
        <w:spacing w:line="240" w:lineRule="exact"/>
        <w:jc w:val="both"/>
      </w:pPr>
    </w:p>
    <w:p w14:paraId="2AC9E34A" w14:textId="2CD8CFDC" w:rsidR="004E6AD2" w:rsidRDefault="004E6AD2" w:rsidP="004D3856">
      <w:pPr>
        <w:tabs>
          <w:tab w:val="left" w:pos="720"/>
          <w:tab w:val="left" w:pos="1008"/>
          <w:tab w:val="left" w:pos="2835"/>
          <w:tab w:val="left" w:pos="2880"/>
          <w:tab w:val="left" w:pos="3168"/>
        </w:tabs>
        <w:spacing w:line="240" w:lineRule="exact"/>
        <w:jc w:val="both"/>
      </w:pPr>
      <w:r w:rsidRPr="006835E4">
        <w:t>La</w:t>
      </w:r>
      <w:r w:rsidR="00AB25C4" w:rsidRPr="00AB25C4">
        <w:t xml:space="preserve"> notification </w:t>
      </w:r>
      <w:r w:rsidRPr="006835E4">
        <w:t>du présent acte d’engagement emporte acceptat</w:t>
      </w:r>
      <w:r>
        <w:t xml:space="preserve">ion des pièces </w:t>
      </w:r>
      <w:r w:rsidR="00AB25C4" w:rsidRPr="00AB25C4">
        <w:t>contractuelles</w:t>
      </w:r>
      <w:r>
        <w:t xml:space="preserve"> du marché </w:t>
      </w:r>
      <w:r w:rsidRPr="006835E4">
        <w:t>mentionnées ci-dessous par ordre de priorité décroissant :</w:t>
      </w:r>
    </w:p>
    <w:p w14:paraId="1E215212" w14:textId="77777777" w:rsidR="004E6AD2" w:rsidRPr="00F9266B" w:rsidRDefault="004E6AD2" w:rsidP="004D3856">
      <w:pPr>
        <w:tabs>
          <w:tab w:val="left" w:pos="567"/>
          <w:tab w:val="left" w:pos="851"/>
          <w:tab w:val="left" w:pos="1134"/>
        </w:tabs>
        <w:jc w:val="both"/>
        <w:rPr>
          <w:szCs w:val="22"/>
        </w:rPr>
      </w:pPr>
    </w:p>
    <w:p w14:paraId="7F563B40" w14:textId="57B0EF41" w:rsidR="004E6AD2" w:rsidRDefault="007D68CD" w:rsidP="004D3856">
      <w:pPr>
        <w:pStyle w:val="Retraitcorpsdetexte3"/>
        <w:numPr>
          <w:ilvl w:val="0"/>
          <w:numId w:val="12"/>
        </w:numPr>
        <w:jc w:val="both"/>
        <w:rPr>
          <w:b w:val="0"/>
          <w:szCs w:val="22"/>
        </w:rPr>
      </w:pPr>
      <w:r w:rsidRPr="001F4589">
        <w:rPr>
          <w:b w:val="0"/>
          <w:szCs w:val="22"/>
        </w:rPr>
        <w:t>L’acte</w:t>
      </w:r>
      <w:r w:rsidR="004E6AD2" w:rsidRPr="001F4589">
        <w:rPr>
          <w:b w:val="0"/>
          <w:szCs w:val="22"/>
        </w:rPr>
        <w:t xml:space="preserve"> d'engag</w:t>
      </w:r>
      <w:r w:rsidR="00AB5A39">
        <w:rPr>
          <w:b w:val="0"/>
          <w:szCs w:val="22"/>
        </w:rPr>
        <w:t xml:space="preserve">ement (AE) et son annexe financière </w:t>
      </w:r>
      <w:r w:rsidR="004E6AD2" w:rsidRPr="001F4589">
        <w:rPr>
          <w:b w:val="0"/>
          <w:szCs w:val="22"/>
        </w:rPr>
        <w:t>;</w:t>
      </w:r>
    </w:p>
    <w:p w14:paraId="1AF148A7" w14:textId="77777777" w:rsidR="00F95EB0" w:rsidRPr="001F4589" w:rsidRDefault="00F95EB0" w:rsidP="004D3856">
      <w:pPr>
        <w:pStyle w:val="Retraitcorpsdetexte3"/>
        <w:ind w:left="360"/>
        <w:jc w:val="both"/>
        <w:rPr>
          <w:b w:val="0"/>
          <w:szCs w:val="22"/>
        </w:rPr>
      </w:pPr>
    </w:p>
    <w:p w14:paraId="2A2C07BA" w14:textId="520E5FB4" w:rsidR="004E6AD2" w:rsidRPr="001F4589" w:rsidRDefault="007D68CD" w:rsidP="004D3856">
      <w:pPr>
        <w:pStyle w:val="Retraitcorpsdetexte3"/>
        <w:numPr>
          <w:ilvl w:val="0"/>
          <w:numId w:val="12"/>
        </w:numPr>
        <w:jc w:val="both"/>
        <w:rPr>
          <w:b w:val="0"/>
          <w:szCs w:val="22"/>
        </w:rPr>
      </w:pPr>
      <w:r w:rsidRPr="001F4589">
        <w:rPr>
          <w:b w:val="0"/>
          <w:szCs w:val="22"/>
        </w:rPr>
        <w:t>Le</w:t>
      </w:r>
      <w:r w:rsidR="00867C14">
        <w:rPr>
          <w:b w:val="0"/>
          <w:szCs w:val="22"/>
        </w:rPr>
        <w:t xml:space="preserve"> </w:t>
      </w:r>
      <w:r w:rsidR="004E6AD2" w:rsidRPr="001F4589">
        <w:rPr>
          <w:b w:val="0"/>
          <w:szCs w:val="22"/>
        </w:rPr>
        <w:t>cahier des clauses administratives particulières (CCAP);</w:t>
      </w:r>
    </w:p>
    <w:p w14:paraId="76313F9C" w14:textId="77777777" w:rsidR="004E6AD2" w:rsidRDefault="004E6AD2" w:rsidP="004D3856">
      <w:pPr>
        <w:tabs>
          <w:tab w:val="left" w:pos="567"/>
        </w:tabs>
        <w:ind w:left="284"/>
        <w:jc w:val="both"/>
        <w:rPr>
          <w:szCs w:val="22"/>
        </w:rPr>
      </w:pPr>
    </w:p>
    <w:p w14:paraId="5A624A18" w14:textId="1E0EEA05" w:rsidR="004E6AD2" w:rsidRPr="001F4589" w:rsidRDefault="007D68CD" w:rsidP="004D3856">
      <w:pPr>
        <w:pStyle w:val="Retraitcorpsdetexte3"/>
        <w:numPr>
          <w:ilvl w:val="0"/>
          <w:numId w:val="12"/>
        </w:numPr>
        <w:jc w:val="both"/>
        <w:rPr>
          <w:b w:val="0"/>
          <w:szCs w:val="22"/>
        </w:rPr>
      </w:pPr>
      <w:r w:rsidRPr="001F4589">
        <w:rPr>
          <w:b w:val="0"/>
          <w:szCs w:val="22"/>
        </w:rPr>
        <w:t>Le</w:t>
      </w:r>
      <w:r w:rsidR="004E6AD2" w:rsidRPr="001F4589">
        <w:rPr>
          <w:b w:val="0"/>
          <w:szCs w:val="22"/>
        </w:rPr>
        <w:t xml:space="preserve"> cahier des clauses techniques particulières (CCTP)</w:t>
      </w:r>
      <w:r>
        <w:rPr>
          <w:b w:val="0"/>
          <w:szCs w:val="22"/>
        </w:rPr>
        <w:t>;</w:t>
      </w:r>
    </w:p>
    <w:p w14:paraId="07C14F77" w14:textId="77777777" w:rsidR="004E6AD2" w:rsidRDefault="004E6AD2" w:rsidP="004D3856">
      <w:pPr>
        <w:tabs>
          <w:tab w:val="left" w:pos="567"/>
        </w:tabs>
        <w:jc w:val="both"/>
        <w:rPr>
          <w:szCs w:val="22"/>
        </w:rPr>
      </w:pPr>
    </w:p>
    <w:p w14:paraId="3F0A6396" w14:textId="2FCF3876" w:rsidR="004E6AD2" w:rsidRPr="00D40CD2" w:rsidRDefault="007D68CD" w:rsidP="00EA7FF7">
      <w:pPr>
        <w:pStyle w:val="Retraitcorpsdetexte3"/>
        <w:numPr>
          <w:ilvl w:val="0"/>
          <w:numId w:val="12"/>
        </w:numPr>
        <w:tabs>
          <w:tab w:val="left" w:pos="567"/>
          <w:tab w:val="left" w:pos="851"/>
        </w:tabs>
        <w:jc w:val="both"/>
        <w:rPr>
          <w:szCs w:val="22"/>
        </w:rPr>
      </w:pPr>
      <w:r w:rsidRPr="00D40CD2">
        <w:rPr>
          <w:b w:val="0"/>
          <w:szCs w:val="22"/>
        </w:rPr>
        <w:t>Le</w:t>
      </w:r>
      <w:r w:rsidR="004E6AD2" w:rsidRPr="00D40CD2">
        <w:rPr>
          <w:b w:val="0"/>
          <w:szCs w:val="22"/>
        </w:rPr>
        <w:t xml:space="preserve"> cahier des clauses administratives générales applicables aux marchés publics de fournitures et services (CCAG/</w:t>
      </w:r>
      <w:r w:rsidR="00D40CD2" w:rsidRPr="00372A35">
        <w:rPr>
          <w:b w:val="0"/>
          <w:szCs w:val="22"/>
        </w:rPr>
        <w:t>FCS</w:t>
      </w:r>
      <w:r w:rsidR="004E6AD2" w:rsidRPr="00D40CD2">
        <w:rPr>
          <w:b w:val="0"/>
          <w:szCs w:val="22"/>
        </w:rPr>
        <w:t>), en vigueur à la date prévue pour la remise des offres</w:t>
      </w:r>
      <w:r w:rsidR="00F95EB0" w:rsidRPr="00D40CD2">
        <w:rPr>
          <w:b w:val="0"/>
          <w:szCs w:val="22"/>
        </w:rPr>
        <w:t> ;</w:t>
      </w:r>
      <w:r w:rsidR="00FF6E79" w:rsidRPr="00D40CD2">
        <w:rPr>
          <w:b w:val="0"/>
          <w:szCs w:val="22"/>
        </w:rPr>
        <w:t xml:space="preserve"> </w:t>
      </w:r>
    </w:p>
    <w:p w14:paraId="3BB5E401" w14:textId="22ACCF2E" w:rsidR="00D40CD2" w:rsidRPr="00D40CD2" w:rsidRDefault="00D40CD2" w:rsidP="00D40CD2">
      <w:pPr>
        <w:pStyle w:val="Retraitcorpsdetexte3"/>
        <w:tabs>
          <w:tab w:val="left" w:pos="567"/>
          <w:tab w:val="left" w:pos="851"/>
        </w:tabs>
        <w:ind w:left="0"/>
        <w:jc w:val="both"/>
        <w:rPr>
          <w:szCs w:val="22"/>
        </w:rPr>
      </w:pPr>
    </w:p>
    <w:p w14:paraId="52BE0620" w14:textId="77777777" w:rsidR="007815B6" w:rsidRDefault="00F95EB0" w:rsidP="007815B6">
      <w:pPr>
        <w:pStyle w:val="Retraitcorpsdetexte3"/>
        <w:numPr>
          <w:ilvl w:val="0"/>
          <w:numId w:val="12"/>
        </w:numPr>
        <w:tabs>
          <w:tab w:val="left" w:pos="567"/>
          <w:tab w:val="left" w:pos="851"/>
        </w:tabs>
        <w:jc w:val="both"/>
        <w:rPr>
          <w:b w:val="0"/>
          <w:szCs w:val="22"/>
        </w:rPr>
      </w:pPr>
      <w:r w:rsidRPr="00F9266B">
        <w:rPr>
          <w:b w:val="0"/>
          <w:szCs w:val="22"/>
        </w:rPr>
        <w:t xml:space="preserve">   </w:t>
      </w:r>
      <w:r w:rsidR="007D68CD" w:rsidRPr="00F9266B">
        <w:rPr>
          <w:b w:val="0"/>
          <w:szCs w:val="22"/>
        </w:rPr>
        <w:t>L’offre</w:t>
      </w:r>
      <w:r w:rsidRPr="00F9266B">
        <w:rPr>
          <w:b w:val="0"/>
          <w:szCs w:val="22"/>
        </w:rPr>
        <w:t xml:space="preserve"> technique du titulaire</w:t>
      </w:r>
      <w:r w:rsidR="003733D1" w:rsidRPr="00F9266B">
        <w:rPr>
          <w:b w:val="0"/>
          <w:szCs w:val="22"/>
        </w:rPr>
        <w:t xml:space="preserve"> et ses annexes</w:t>
      </w:r>
      <w:r w:rsidRPr="00F9266B">
        <w:rPr>
          <w:b w:val="0"/>
          <w:szCs w:val="22"/>
        </w:rPr>
        <w:t>. Il est précisé que les conditions générales de vente du titulaire ne sont pas applicables au titre du présent marché.</w:t>
      </w:r>
    </w:p>
    <w:p w14:paraId="75129600" w14:textId="77777777" w:rsidR="007815B6" w:rsidRDefault="007815B6" w:rsidP="007815B6">
      <w:pPr>
        <w:pStyle w:val="Paragraphedeliste"/>
        <w:rPr>
          <w:szCs w:val="22"/>
        </w:rPr>
      </w:pPr>
    </w:p>
    <w:p w14:paraId="4FD73F07" w14:textId="77777777" w:rsidR="007815B6" w:rsidRPr="00D767A0" w:rsidRDefault="007815B6" w:rsidP="007815B6">
      <w:pPr>
        <w:tabs>
          <w:tab w:val="left" w:pos="0"/>
        </w:tabs>
        <w:spacing w:line="240" w:lineRule="exact"/>
        <w:jc w:val="both"/>
      </w:pPr>
    </w:p>
    <w:p w14:paraId="0F99CBA2" w14:textId="77777777" w:rsidR="007815B6" w:rsidRPr="006835E4" w:rsidRDefault="007815B6" w:rsidP="007815B6">
      <w:pPr>
        <w:spacing w:line="240" w:lineRule="exact"/>
        <w:jc w:val="both"/>
      </w:pPr>
      <w:r w:rsidRPr="006835E4">
        <w:t>J’affirme sous peine de résiliation de plein droit du marché, ou de sa mise en régie à leurs torts exclusifs, que la société pour le compte de laquelle j’interviens, ne tombe pas sous le coup</w:t>
      </w:r>
      <w:r>
        <w:t xml:space="preserve"> des interdictions découlant des articles L.2141-1 à L.2141-5 et L.2141-7 à L.2141-10 du code de la commande publique.</w:t>
      </w:r>
    </w:p>
    <w:p w14:paraId="1A25C265" w14:textId="77777777" w:rsidR="007815B6" w:rsidRDefault="007815B6" w:rsidP="007815B6"/>
    <w:p w14:paraId="359F6D8A" w14:textId="77777777" w:rsidR="007815B6" w:rsidRDefault="007815B6" w:rsidP="007815B6"/>
    <w:p w14:paraId="403A2099" w14:textId="77777777" w:rsidR="007815B6" w:rsidRPr="006835E4" w:rsidRDefault="007815B6" w:rsidP="007815B6">
      <w:pPr>
        <w:tabs>
          <w:tab w:val="left" w:pos="1872"/>
          <w:tab w:val="left" w:pos="5670"/>
        </w:tabs>
        <w:spacing w:line="240" w:lineRule="exact"/>
      </w:pPr>
      <w:r>
        <w:t>Fait en un seul original (2</w:t>
      </w:r>
      <w:r w:rsidRPr="006835E4">
        <w:t>)</w:t>
      </w:r>
      <w:r w:rsidRPr="006835E4">
        <w:tab/>
        <w:t>Est acceptée la présente offre</w:t>
      </w:r>
    </w:p>
    <w:p w14:paraId="110162C7" w14:textId="77777777" w:rsidR="007815B6" w:rsidRPr="006835E4" w:rsidRDefault="007815B6" w:rsidP="007815B6">
      <w:pPr>
        <w:tabs>
          <w:tab w:val="left" w:pos="1872"/>
          <w:tab w:val="left" w:pos="5670"/>
        </w:tabs>
        <w:spacing w:line="240" w:lineRule="exact"/>
      </w:pPr>
      <w:r w:rsidRPr="006835E4">
        <w:t>pour valoir acte d'engagement</w:t>
      </w:r>
    </w:p>
    <w:p w14:paraId="7D3733EC" w14:textId="77777777" w:rsidR="007815B6" w:rsidRPr="006835E4" w:rsidRDefault="007815B6" w:rsidP="007815B6">
      <w:pPr>
        <w:tabs>
          <w:tab w:val="left" w:pos="1872"/>
          <w:tab w:val="left" w:pos="5670"/>
        </w:tabs>
        <w:spacing w:line="240" w:lineRule="exact"/>
      </w:pPr>
    </w:p>
    <w:p w14:paraId="49CFD773" w14:textId="77777777" w:rsidR="007815B6" w:rsidRPr="006835E4" w:rsidRDefault="007815B6" w:rsidP="007815B6">
      <w:pPr>
        <w:tabs>
          <w:tab w:val="left" w:pos="5670"/>
        </w:tabs>
        <w:spacing w:line="240" w:lineRule="exact"/>
      </w:pPr>
      <w:r w:rsidRPr="006835E4">
        <w:t>A                          , le</w:t>
      </w:r>
      <w:r w:rsidRPr="006835E4">
        <w:tab/>
        <w:t xml:space="preserve">A Paris, le </w:t>
      </w:r>
    </w:p>
    <w:p w14:paraId="45893437" w14:textId="77777777" w:rsidR="007815B6" w:rsidRPr="006835E4" w:rsidRDefault="007815B6" w:rsidP="007815B6">
      <w:pPr>
        <w:tabs>
          <w:tab w:val="left" w:pos="1872"/>
          <w:tab w:val="left" w:pos="5670"/>
        </w:tabs>
        <w:spacing w:line="240" w:lineRule="exact"/>
      </w:pPr>
    </w:p>
    <w:p w14:paraId="3BA4E8DD" w14:textId="77777777" w:rsidR="007815B6" w:rsidRPr="006835E4" w:rsidRDefault="007815B6" w:rsidP="007815B6">
      <w:pPr>
        <w:tabs>
          <w:tab w:val="left" w:pos="5670"/>
        </w:tabs>
        <w:spacing w:line="240" w:lineRule="exact"/>
      </w:pPr>
      <w:r w:rsidRPr="006835E4">
        <w:t>Pour la société</w:t>
      </w:r>
      <w:r w:rsidRPr="006835E4">
        <w:tab/>
        <w:t>Pour l’Inrap</w:t>
      </w:r>
    </w:p>
    <w:p w14:paraId="2349F50E" w14:textId="4A415255" w:rsidR="00242E2E" w:rsidRPr="00AB25C4" w:rsidRDefault="00242E2E" w:rsidP="00AB25C4">
      <w:pPr>
        <w:pStyle w:val="Retraitcorpsdetexte3"/>
        <w:tabs>
          <w:tab w:val="left" w:pos="567"/>
          <w:tab w:val="left" w:pos="851"/>
        </w:tabs>
        <w:ind w:left="0"/>
        <w:jc w:val="both"/>
        <w:rPr>
          <w:b w:val="0"/>
          <w:szCs w:val="22"/>
        </w:rPr>
      </w:pPr>
      <w:bookmarkStart w:id="0" w:name="_GoBack"/>
      <w:bookmarkEnd w:id="0"/>
    </w:p>
    <w:sectPr w:rsidR="00242E2E" w:rsidRPr="00AB25C4" w:rsidSect="00E61CFB">
      <w:footerReference w:type="default" r:id="rId9"/>
      <w:pgSz w:w="11906" w:h="16838"/>
      <w:pgMar w:top="1304" w:right="1416" w:bottom="1418" w:left="1701" w:header="1134" w:footer="77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8AB0DF" w14:textId="77777777" w:rsidR="007F0D4C" w:rsidRDefault="007F0D4C">
      <w:r>
        <w:separator/>
      </w:r>
    </w:p>
  </w:endnote>
  <w:endnote w:type="continuationSeparator" w:id="0">
    <w:p w14:paraId="043F768B" w14:textId="77777777" w:rsidR="007F0D4C" w:rsidRDefault="007F0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2016632"/>
      <w:docPartObj>
        <w:docPartGallery w:val="Page Numbers (Bottom of Page)"/>
        <w:docPartUnique/>
      </w:docPartObj>
    </w:sdtPr>
    <w:sdtEndPr/>
    <w:sdtContent>
      <w:p w14:paraId="5ABC4798" w14:textId="4D549428" w:rsidR="00F278F6" w:rsidRDefault="00F278F6" w:rsidP="00F278F6">
        <w:pPr>
          <w:pStyle w:val="En-tte"/>
        </w:pPr>
      </w:p>
      <w:tbl>
        <w:tblPr>
          <w:tblW w:w="0" w:type="auto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>
        <w:tblGrid>
          <w:gridCol w:w="8150"/>
        </w:tblGrid>
        <w:tr w:rsidR="00F278F6" w14:paraId="56A97EF9" w14:textId="77777777" w:rsidTr="007C3401">
          <w:tc>
            <w:tcPr>
              <w:tcW w:w="8150" w:type="dxa"/>
            </w:tcPr>
            <w:p w14:paraId="0413737B" w14:textId="2F0A26EB" w:rsidR="00F278F6" w:rsidRPr="00067429" w:rsidRDefault="00F278F6" w:rsidP="00F278F6">
              <w:pPr>
                <w:pStyle w:val="Pieddepage"/>
                <w:rPr>
                  <w:i/>
                  <w:sz w:val="18"/>
                  <w:szCs w:val="18"/>
                </w:rPr>
              </w:pPr>
              <w:r w:rsidRPr="00473D44">
                <w:rPr>
                  <w:i/>
                  <w:sz w:val="18"/>
                  <w:szCs w:val="18"/>
                </w:rPr>
                <w:t xml:space="preserve">INRAP AE / AOO - </w:t>
              </w:r>
              <w:r w:rsidR="00473D44" w:rsidRPr="00473D44">
                <w:rPr>
                  <w:i/>
                  <w:sz w:val="18"/>
                  <w:szCs w:val="18"/>
                </w:rPr>
                <w:t>019</w:t>
              </w:r>
              <w:r w:rsidRPr="00473D44">
                <w:rPr>
                  <w:i/>
                  <w:sz w:val="18"/>
                  <w:szCs w:val="18"/>
                </w:rPr>
                <w:t>SE20</w:t>
              </w:r>
              <w:r w:rsidR="000F4EAC" w:rsidRPr="00473D44">
                <w:rPr>
                  <w:i/>
                  <w:sz w:val="18"/>
                  <w:szCs w:val="18"/>
                </w:rPr>
                <w:t>5</w:t>
              </w:r>
              <w:r>
                <w:rPr>
                  <w:i/>
                  <w:sz w:val="18"/>
                  <w:szCs w:val="18"/>
                </w:rPr>
                <w:t xml:space="preserve"> </w:t>
              </w:r>
              <w:r w:rsidRPr="00067429">
                <w:rPr>
                  <w:i/>
                  <w:sz w:val="18"/>
                  <w:szCs w:val="18"/>
                </w:rPr>
                <w:tab/>
              </w:r>
              <w:r w:rsidRPr="00067429">
                <w:rPr>
                  <w:i/>
                  <w:sz w:val="18"/>
                  <w:szCs w:val="18"/>
                </w:rPr>
                <w:tab/>
              </w:r>
            </w:p>
            <w:p w14:paraId="716F51FE" w14:textId="36771D6F" w:rsidR="00F278F6" w:rsidRDefault="00F278F6" w:rsidP="00845CEB">
              <w:pPr>
                <w:pStyle w:val="Pieddepage"/>
                <w:rPr>
                  <w:rFonts w:ascii="Arial" w:hAnsi="Arial"/>
                  <w:b/>
                  <w:sz w:val="14"/>
                </w:rPr>
              </w:pPr>
              <w:r>
                <w:rPr>
                  <w:i/>
                  <w:sz w:val="18"/>
                  <w:szCs w:val="18"/>
                </w:rPr>
                <w:t xml:space="preserve">Prestations de nettoyage en région Grand-Est – Lot 4 : </w:t>
              </w:r>
              <w:r w:rsidR="00845CEB" w:rsidRPr="00845CEB">
                <w:rPr>
                  <w:i/>
                  <w:sz w:val="18"/>
                  <w:szCs w:val="18"/>
                </w:rPr>
                <w:t>CHÂLONS-EN-CHAMPAGNE</w:t>
              </w:r>
            </w:p>
          </w:tc>
        </w:tr>
      </w:tbl>
      <w:p w14:paraId="64673901" w14:textId="74FE4C99" w:rsidR="00F278F6" w:rsidRDefault="00F278F6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25C4">
          <w:rPr>
            <w:noProof/>
          </w:rPr>
          <w:t>5</w:t>
        </w:r>
        <w:r>
          <w:fldChar w:fldCharType="end"/>
        </w:r>
      </w:p>
    </w:sdtContent>
  </w:sdt>
  <w:p w14:paraId="34B417BF" w14:textId="77777777" w:rsidR="005F6E53" w:rsidRPr="00AA1824" w:rsidRDefault="005F6E53" w:rsidP="00483DD3">
    <w:pPr>
      <w:rPr>
        <w:rFonts w:ascii="Arial" w:hAnsi="Arial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9A1810" w14:textId="77777777" w:rsidR="007F0D4C" w:rsidRDefault="007F0D4C">
      <w:r>
        <w:separator/>
      </w:r>
    </w:p>
  </w:footnote>
  <w:footnote w:type="continuationSeparator" w:id="0">
    <w:p w14:paraId="70E67A82" w14:textId="77777777" w:rsidR="007F0D4C" w:rsidRDefault="007F0D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9" type="#_x0000_t75" style="width:11.65pt;height:11.65pt" o:bullet="t">
        <v:imagedata r:id="rId1" o:title="BD15056_"/>
      </v:shape>
    </w:pict>
  </w:numPicBullet>
  <w:abstractNum w:abstractNumId="0" w15:restartNumberingAfterBreak="0">
    <w:nsid w:val="0A7D0A0A"/>
    <w:multiLevelType w:val="singleLevel"/>
    <w:tmpl w:val="8CD06980"/>
    <w:lvl w:ilvl="0">
      <w:start w:val="1"/>
      <w:numFmt w:val="decimal"/>
      <w:lvlText w:val="(%1) "/>
      <w:legacy w:legacy="1" w:legacySpace="0" w:legacyIndent="283"/>
      <w:lvlJc w:val="left"/>
      <w:pPr>
        <w:ind w:left="283" w:hanging="283"/>
      </w:pPr>
      <w:rPr>
        <w:b w:val="0"/>
        <w:i w:val="0"/>
        <w:sz w:val="22"/>
      </w:rPr>
    </w:lvl>
  </w:abstractNum>
  <w:abstractNum w:abstractNumId="1" w15:restartNumberingAfterBreak="0">
    <w:nsid w:val="0E1D13BC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2" w15:restartNumberingAfterBreak="0">
    <w:nsid w:val="193D7D4F"/>
    <w:multiLevelType w:val="hybridMultilevel"/>
    <w:tmpl w:val="87066732"/>
    <w:lvl w:ilvl="0" w:tplc="E6A03BFC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F03E03"/>
    <w:multiLevelType w:val="hybridMultilevel"/>
    <w:tmpl w:val="175203E2"/>
    <w:lvl w:ilvl="0" w:tplc="CE5637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4279AD"/>
    <w:multiLevelType w:val="hybridMultilevel"/>
    <w:tmpl w:val="0464B65E"/>
    <w:lvl w:ilvl="0" w:tplc="B6E2837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3D9E0F30"/>
    <w:multiLevelType w:val="hybridMultilevel"/>
    <w:tmpl w:val="FEEAF282"/>
    <w:lvl w:ilvl="0" w:tplc="698A2D22">
      <w:start w:val="2"/>
      <w:numFmt w:val="bullet"/>
      <w:lvlText w:val="-"/>
      <w:lvlJc w:val="left"/>
      <w:pPr>
        <w:tabs>
          <w:tab w:val="num" w:pos="1209"/>
        </w:tabs>
        <w:ind w:left="1209" w:hanging="360"/>
      </w:pPr>
      <w:rPr>
        <w:rFonts w:ascii="Trebuchet MS" w:eastAsia="Times New Roman" w:hAnsi="Trebuchet M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929"/>
        </w:tabs>
        <w:ind w:left="192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49"/>
        </w:tabs>
        <w:ind w:left="264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69"/>
        </w:tabs>
        <w:ind w:left="336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89"/>
        </w:tabs>
        <w:ind w:left="408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09"/>
        </w:tabs>
        <w:ind w:left="480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29"/>
        </w:tabs>
        <w:ind w:left="552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49"/>
        </w:tabs>
        <w:ind w:left="624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69"/>
        </w:tabs>
        <w:ind w:left="6969" w:hanging="360"/>
      </w:pPr>
      <w:rPr>
        <w:rFonts w:ascii="Wingdings" w:hAnsi="Wingdings" w:hint="default"/>
      </w:rPr>
    </w:lvl>
  </w:abstractNum>
  <w:abstractNum w:abstractNumId="6" w15:restartNumberingAfterBreak="0">
    <w:nsid w:val="41FE6B96"/>
    <w:multiLevelType w:val="hybridMultilevel"/>
    <w:tmpl w:val="5EF0B540"/>
    <w:lvl w:ilvl="0" w:tplc="3034A8BC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5F435A"/>
    <w:multiLevelType w:val="hybridMultilevel"/>
    <w:tmpl w:val="27ECCDE6"/>
    <w:lvl w:ilvl="0" w:tplc="3034A8BC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DE05EE"/>
    <w:multiLevelType w:val="hybridMultilevel"/>
    <w:tmpl w:val="4CB650D2"/>
    <w:lvl w:ilvl="0" w:tplc="3034A8BC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B66FCD"/>
    <w:multiLevelType w:val="hybridMultilevel"/>
    <w:tmpl w:val="DAE89E10"/>
    <w:lvl w:ilvl="0" w:tplc="3034A8BC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58104E"/>
    <w:multiLevelType w:val="hybridMultilevel"/>
    <w:tmpl w:val="7202325E"/>
    <w:lvl w:ilvl="0" w:tplc="3034A8BC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7"/>
  </w:num>
  <w:num w:numId="4">
    <w:abstractNumId w:val="6"/>
  </w:num>
  <w:num w:numId="5">
    <w:abstractNumId w:val="9"/>
  </w:num>
  <w:num w:numId="6">
    <w:abstractNumId w:val="1"/>
  </w:num>
  <w:num w:numId="7">
    <w:abstractNumId w:val="5"/>
  </w:num>
  <w:num w:numId="8">
    <w:abstractNumId w:val="3"/>
  </w:num>
  <w:num w:numId="9">
    <w:abstractNumId w:val="4"/>
  </w:num>
  <w:num w:numId="10">
    <w:abstractNumId w:val="0"/>
  </w:num>
  <w:num w:numId="11">
    <w:abstractNumId w:val="0"/>
    <w:lvlOverride w:ilvl="0">
      <w:lvl w:ilvl="0">
        <w:start w:val="3"/>
        <w:numFmt w:val="decimal"/>
        <w:lvlText w:val="(%1) "/>
        <w:legacy w:legacy="1" w:legacySpace="0" w:legacyIndent="283"/>
        <w:lvlJc w:val="left"/>
        <w:pPr>
          <w:ind w:left="283" w:hanging="283"/>
        </w:pPr>
        <w:rPr>
          <w:b w:val="0"/>
          <w:i w:val="0"/>
          <w:sz w:val="22"/>
        </w:rPr>
      </w:lvl>
    </w:lvlOverride>
  </w:num>
  <w:num w:numId="12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D2F"/>
    <w:rsid w:val="00002254"/>
    <w:rsid w:val="00010405"/>
    <w:rsid w:val="00014010"/>
    <w:rsid w:val="00036342"/>
    <w:rsid w:val="00047946"/>
    <w:rsid w:val="0005261E"/>
    <w:rsid w:val="0005300B"/>
    <w:rsid w:val="00070E3C"/>
    <w:rsid w:val="00080677"/>
    <w:rsid w:val="0008791E"/>
    <w:rsid w:val="000927A9"/>
    <w:rsid w:val="00096CBF"/>
    <w:rsid w:val="000A72BD"/>
    <w:rsid w:val="000B309E"/>
    <w:rsid w:val="000B58F6"/>
    <w:rsid w:val="000B76F0"/>
    <w:rsid w:val="000C5DAC"/>
    <w:rsid w:val="000D3684"/>
    <w:rsid w:val="000F0B59"/>
    <w:rsid w:val="000F2AE1"/>
    <w:rsid w:val="000F4EAC"/>
    <w:rsid w:val="000F5402"/>
    <w:rsid w:val="00103E28"/>
    <w:rsid w:val="00110473"/>
    <w:rsid w:val="001150AD"/>
    <w:rsid w:val="00115EC8"/>
    <w:rsid w:val="00116BD4"/>
    <w:rsid w:val="00125C94"/>
    <w:rsid w:val="00126B44"/>
    <w:rsid w:val="00133CE9"/>
    <w:rsid w:val="001379AF"/>
    <w:rsid w:val="00141979"/>
    <w:rsid w:val="00142362"/>
    <w:rsid w:val="001504D6"/>
    <w:rsid w:val="00155330"/>
    <w:rsid w:val="00160058"/>
    <w:rsid w:val="00165C03"/>
    <w:rsid w:val="0017064E"/>
    <w:rsid w:val="00171D9B"/>
    <w:rsid w:val="0018480B"/>
    <w:rsid w:val="00193535"/>
    <w:rsid w:val="001A1F51"/>
    <w:rsid w:val="001A7212"/>
    <w:rsid w:val="001C0F3C"/>
    <w:rsid w:val="001C32AF"/>
    <w:rsid w:val="001C4842"/>
    <w:rsid w:val="001D134C"/>
    <w:rsid w:val="001D57CA"/>
    <w:rsid w:val="001D6716"/>
    <w:rsid w:val="001E323D"/>
    <w:rsid w:val="001E6EE3"/>
    <w:rsid w:val="001F42A8"/>
    <w:rsid w:val="001F4589"/>
    <w:rsid w:val="00201155"/>
    <w:rsid w:val="002052FA"/>
    <w:rsid w:val="0021782F"/>
    <w:rsid w:val="0023484C"/>
    <w:rsid w:val="00242E2E"/>
    <w:rsid w:val="00253D55"/>
    <w:rsid w:val="00254E1E"/>
    <w:rsid w:val="00272FE9"/>
    <w:rsid w:val="002767B4"/>
    <w:rsid w:val="0027697A"/>
    <w:rsid w:val="00280B05"/>
    <w:rsid w:val="00293320"/>
    <w:rsid w:val="00296AF4"/>
    <w:rsid w:val="002A4F72"/>
    <w:rsid w:val="002B19DF"/>
    <w:rsid w:val="002B1F0A"/>
    <w:rsid w:val="002B30FC"/>
    <w:rsid w:val="002C3B46"/>
    <w:rsid w:val="002C6399"/>
    <w:rsid w:val="002D35BA"/>
    <w:rsid w:val="002D4057"/>
    <w:rsid w:val="002D52A6"/>
    <w:rsid w:val="002E1396"/>
    <w:rsid w:val="00322BCF"/>
    <w:rsid w:val="0032436C"/>
    <w:rsid w:val="003270A6"/>
    <w:rsid w:val="0033038D"/>
    <w:rsid w:val="003350EC"/>
    <w:rsid w:val="00335FC3"/>
    <w:rsid w:val="00336C33"/>
    <w:rsid w:val="003561BF"/>
    <w:rsid w:val="00364B04"/>
    <w:rsid w:val="00365AE4"/>
    <w:rsid w:val="00366665"/>
    <w:rsid w:val="00372A35"/>
    <w:rsid w:val="003733D1"/>
    <w:rsid w:val="003823B0"/>
    <w:rsid w:val="00383319"/>
    <w:rsid w:val="00391FB5"/>
    <w:rsid w:val="00392FF6"/>
    <w:rsid w:val="00397F7D"/>
    <w:rsid w:val="003A072C"/>
    <w:rsid w:val="003A0BF1"/>
    <w:rsid w:val="003A312E"/>
    <w:rsid w:val="003A5E3D"/>
    <w:rsid w:val="003B2617"/>
    <w:rsid w:val="003C2BB3"/>
    <w:rsid w:val="003C61F8"/>
    <w:rsid w:val="003C6200"/>
    <w:rsid w:val="003D493D"/>
    <w:rsid w:val="003E3D8D"/>
    <w:rsid w:val="003F048F"/>
    <w:rsid w:val="004037D6"/>
    <w:rsid w:val="004054B5"/>
    <w:rsid w:val="00410CE0"/>
    <w:rsid w:val="00411E4C"/>
    <w:rsid w:val="004140E1"/>
    <w:rsid w:val="00420900"/>
    <w:rsid w:val="00420C85"/>
    <w:rsid w:val="00425838"/>
    <w:rsid w:val="004312C5"/>
    <w:rsid w:val="00437C31"/>
    <w:rsid w:val="004448EF"/>
    <w:rsid w:val="004505C3"/>
    <w:rsid w:val="00460EE9"/>
    <w:rsid w:val="00461486"/>
    <w:rsid w:val="00463400"/>
    <w:rsid w:val="004718ED"/>
    <w:rsid w:val="00472903"/>
    <w:rsid w:val="00473C38"/>
    <w:rsid w:val="00473D44"/>
    <w:rsid w:val="00474087"/>
    <w:rsid w:val="00483DD3"/>
    <w:rsid w:val="00487671"/>
    <w:rsid w:val="00487C00"/>
    <w:rsid w:val="004904B8"/>
    <w:rsid w:val="00491541"/>
    <w:rsid w:val="00495B98"/>
    <w:rsid w:val="0049754C"/>
    <w:rsid w:val="004A3743"/>
    <w:rsid w:val="004B062F"/>
    <w:rsid w:val="004B0798"/>
    <w:rsid w:val="004B1360"/>
    <w:rsid w:val="004B1EEB"/>
    <w:rsid w:val="004B221D"/>
    <w:rsid w:val="004C3362"/>
    <w:rsid w:val="004D3856"/>
    <w:rsid w:val="004D49E3"/>
    <w:rsid w:val="004D558D"/>
    <w:rsid w:val="004E2C14"/>
    <w:rsid w:val="004E6AD2"/>
    <w:rsid w:val="005002CF"/>
    <w:rsid w:val="00500797"/>
    <w:rsid w:val="00501DCC"/>
    <w:rsid w:val="00503BDE"/>
    <w:rsid w:val="00504C3D"/>
    <w:rsid w:val="00513DB7"/>
    <w:rsid w:val="00520557"/>
    <w:rsid w:val="00531B68"/>
    <w:rsid w:val="005431D8"/>
    <w:rsid w:val="00550BD7"/>
    <w:rsid w:val="00551EB7"/>
    <w:rsid w:val="0057597B"/>
    <w:rsid w:val="00581E14"/>
    <w:rsid w:val="0058544F"/>
    <w:rsid w:val="00590C64"/>
    <w:rsid w:val="00591BBB"/>
    <w:rsid w:val="00594E5D"/>
    <w:rsid w:val="00597C16"/>
    <w:rsid w:val="005B457F"/>
    <w:rsid w:val="005B4861"/>
    <w:rsid w:val="005B6664"/>
    <w:rsid w:val="005C5202"/>
    <w:rsid w:val="005C73E9"/>
    <w:rsid w:val="005D6E9F"/>
    <w:rsid w:val="005F1CEA"/>
    <w:rsid w:val="005F2025"/>
    <w:rsid w:val="005F6E53"/>
    <w:rsid w:val="00611622"/>
    <w:rsid w:val="006117A5"/>
    <w:rsid w:val="00615693"/>
    <w:rsid w:val="006222EC"/>
    <w:rsid w:val="0062277E"/>
    <w:rsid w:val="00630AA9"/>
    <w:rsid w:val="00635930"/>
    <w:rsid w:val="00640925"/>
    <w:rsid w:val="00644905"/>
    <w:rsid w:val="00645BFB"/>
    <w:rsid w:val="00660386"/>
    <w:rsid w:val="00663AC6"/>
    <w:rsid w:val="00667A9F"/>
    <w:rsid w:val="006744CB"/>
    <w:rsid w:val="006A1AC6"/>
    <w:rsid w:val="006A264C"/>
    <w:rsid w:val="006A445D"/>
    <w:rsid w:val="006B2D73"/>
    <w:rsid w:val="006B65FB"/>
    <w:rsid w:val="006C1716"/>
    <w:rsid w:val="006D0879"/>
    <w:rsid w:val="006D4B50"/>
    <w:rsid w:val="006E0041"/>
    <w:rsid w:val="006E56E1"/>
    <w:rsid w:val="007057F3"/>
    <w:rsid w:val="00706816"/>
    <w:rsid w:val="00717AA7"/>
    <w:rsid w:val="0072009B"/>
    <w:rsid w:val="00723D52"/>
    <w:rsid w:val="0072531D"/>
    <w:rsid w:val="007303F1"/>
    <w:rsid w:val="007318BF"/>
    <w:rsid w:val="0075272B"/>
    <w:rsid w:val="00754912"/>
    <w:rsid w:val="00754C25"/>
    <w:rsid w:val="00755EE0"/>
    <w:rsid w:val="00762872"/>
    <w:rsid w:val="00763118"/>
    <w:rsid w:val="00767BFB"/>
    <w:rsid w:val="00767CDF"/>
    <w:rsid w:val="007728D8"/>
    <w:rsid w:val="007747F0"/>
    <w:rsid w:val="007815B6"/>
    <w:rsid w:val="0078353C"/>
    <w:rsid w:val="00790930"/>
    <w:rsid w:val="00796003"/>
    <w:rsid w:val="007A0F18"/>
    <w:rsid w:val="007A2236"/>
    <w:rsid w:val="007B123D"/>
    <w:rsid w:val="007C01FD"/>
    <w:rsid w:val="007C0B3D"/>
    <w:rsid w:val="007D5A55"/>
    <w:rsid w:val="007D68CD"/>
    <w:rsid w:val="007F0D4C"/>
    <w:rsid w:val="007F1AF9"/>
    <w:rsid w:val="007F3708"/>
    <w:rsid w:val="007F40CF"/>
    <w:rsid w:val="00802EF4"/>
    <w:rsid w:val="00804E33"/>
    <w:rsid w:val="00815B13"/>
    <w:rsid w:val="008163A0"/>
    <w:rsid w:val="008165D3"/>
    <w:rsid w:val="00824F64"/>
    <w:rsid w:val="00835866"/>
    <w:rsid w:val="00842EEB"/>
    <w:rsid w:val="00845CEB"/>
    <w:rsid w:val="0084683E"/>
    <w:rsid w:val="00851CE3"/>
    <w:rsid w:val="00860A8A"/>
    <w:rsid w:val="008655D0"/>
    <w:rsid w:val="00867610"/>
    <w:rsid w:val="00867C14"/>
    <w:rsid w:val="00873CB3"/>
    <w:rsid w:val="00873DC6"/>
    <w:rsid w:val="00882F37"/>
    <w:rsid w:val="008834CC"/>
    <w:rsid w:val="00894D78"/>
    <w:rsid w:val="00895BA2"/>
    <w:rsid w:val="008A129A"/>
    <w:rsid w:val="008A1789"/>
    <w:rsid w:val="008A1F3D"/>
    <w:rsid w:val="008A2C7F"/>
    <w:rsid w:val="008A4E10"/>
    <w:rsid w:val="008C04D4"/>
    <w:rsid w:val="008C066F"/>
    <w:rsid w:val="008C4780"/>
    <w:rsid w:val="008D3213"/>
    <w:rsid w:val="008D5121"/>
    <w:rsid w:val="008D606B"/>
    <w:rsid w:val="008D6113"/>
    <w:rsid w:val="008E13E7"/>
    <w:rsid w:val="00900445"/>
    <w:rsid w:val="00901A5D"/>
    <w:rsid w:val="009039FC"/>
    <w:rsid w:val="00905A28"/>
    <w:rsid w:val="00912003"/>
    <w:rsid w:val="00913A37"/>
    <w:rsid w:val="009162CC"/>
    <w:rsid w:val="009202F1"/>
    <w:rsid w:val="009461A9"/>
    <w:rsid w:val="009515A4"/>
    <w:rsid w:val="00951E46"/>
    <w:rsid w:val="00961EEB"/>
    <w:rsid w:val="009645D5"/>
    <w:rsid w:val="0097483F"/>
    <w:rsid w:val="00974D76"/>
    <w:rsid w:val="00976B5E"/>
    <w:rsid w:val="00980DA7"/>
    <w:rsid w:val="00995B4C"/>
    <w:rsid w:val="009968BA"/>
    <w:rsid w:val="00996A19"/>
    <w:rsid w:val="009B3CB3"/>
    <w:rsid w:val="009B605D"/>
    <w:rsid w:val="009B6816"/>
    <w:rsid w:val="009C2258"/>
    <w:rsid w:val="009C35BA"/>
    <w:rsid w:val="009E0FB0"/>
    <w:rsid w:val="009F1EA9"/>
    <w:rsid w:val="009F3228"/>
    <w:rsid w:val="009F3703"/>
    <w:rsid w:val="009F795F"/>
    <w:rsid w:val="00A01B80"/>
    <w:rsid w:val="00A13302"/>
    <w:rsid w:val="00A23879"/>
    <w:rsid w:val="00A272E9"/>
    <w:rsid w:val="00A35574"/>
    <w:rsid w:val="00A37974"/>
    <w:rsid w:val="00A37AC1"/>
    <w:rsid w:val="00A478E7"/>
    <w:rsid w:val="00A62002"/>
    <w:rsid w:val="00A64C7F"/>
    <w:rsid w:val="00A6616E"/>
    <w:rsid w:val="00A67A98"/>
    <w:rsid w:val="00A75830"/>
    <w:rsid w:val="00A80EED"/>
    <w:rsid w:val="00A83970"/>
    <w:rsid w:val="00A83E80"/>
    <w:rsid w:val="00A93BB6"/>
    <w:rsid w:val="00AA07DB"/>
    <w:rsid w:val="00AA1824"/>
    <w:rsid w:val="00AA51B0"/>
    <w:rsid w:val="00AB021C"/>
    <w:rsid w:val="00AB1F23"/>
    <w:rsid w:val="00AB25C4"/>
    <w:rsid w:val="00AB46AB"/>
    <w:rsid w:val="00AB5A39"/>
    <w:rsid w:val="00AB5A96"/>
    <w:rsid w:val="00AC72FB"/>
    <w:rsid w:val="00AD61E3"/>
    <w:rsid w:val="00AD6EED"/>
    <w:rsid w:val="00AE4CA8"/>
    <w:rsid w:val="00AE7399"/>
    <w:rsid w:val="00AF1F51"/>
    <w:rsid w:val="00AF7485"/>
    <w:rsid w:val="00B00575"/>
    <w:rsid w:val="00B03561"/>
    <w:rsid w:val="00B045FD"/>
    <w:rsid w:val="00B062C9"/>
    <w:rsid w:val="00B1284C"/>
    <w:rsid w:val="00B13AC2"/>
    <w:rsid w:val="00B16ED3"/>
    <w:rsid w:val="00B17CD3"/>
    <w:rsid w:val="00B22DB3"/>
    <w:rsid w:val="00B2701D"/>
    <w:rsid w:val="00B32E3A"/>
    <w:rsid w:val="00B413F3"/>
    <w:rsid w:val="00B479E6"/>
    <w:rsid w:val="00B47BA9"/>
    <w:rsid w:val="00B53A4B"/>
    <w:rsid w:val="00B53F1A"/>
    <w:rsid w:val="00B54347"/>
    <w:rsid w:val="00B579A6"/>
    <w:rsid w:val="00B648AD"/>
    <w:rsid w:val="00B662AF"/>
    <w:rsid w:val="00B71887"/>
    <w:rsid w:val="00BA2667"/>
    <w:rsid w:val="00BA3679"/>
    <w:rsid w:val="00BB34B7"/>
    <w:rsid w:val="00BB711D"/>
    <w:rsid w:val="00BC07CE"/>
    <w:rsid w:val="00BC659D"/>
    <w:rsid w:val="00BC7E0C"/>
    <w:rsid w:val="00BD0D2F"/>
    <w:rsid w:val="00BD1291"/>
    <w:rsid w:val="00BD147E"/>
    <w:rsid w:val="00BD14B4"/>
    <w:rsid w:val="00BD3089"/>
    <w:rsid w:val="00BD54BF"/>
    <w:rsid w:val="00BD7FF8"/>
    <w:rsid w:val="00BE7F38"/>
    <w:rsid w:val="00BF5066"/>
    <w:rsid w:val="00C01997"/>
    <w:rsid w:val="00C01E14"/>
    <w:rsid w:val="00C0328E"/>
    <w:rsid w:val="00C048FE"/>
    <w:rsid w:val="00C13AFF"/>
    <w:rsid w:val="00C22C75"/>
    <w:rsid w:val="00C264FB"/>
    <w:rsid w:val="00C31D92"/>
    <w:rsid w:val="00C35140"/>
    <w:rsid w:val="00C416D1"/>
    <w:rsid w:val="00C42E07"/>
    <w:rsid w:val="00C648D0"/>
    <w:rsid w:val="00C67D36"/>
    <w:rsid w:val="00C71E21"/>
    <w:rsid w:val="00C732C9"/>
    <w:rsid w:val="00C84063"/>
    <w:rsid w:val="00C863F9"/>
    <w:rsid w:val="00C9080B"/>
    <w:rsid w:val="00C9303E"/>
    <w:rsid w:val="00C966C8"/>
    <w:rsid w:val="00CA13D0"/>
    <w:rsid w:val="00CB4BFB"/>
    <w:rsid w:val="00CB5DFD"/>
    <w:rsid w:val="00CC0572"/>
    <w:rsid w:val="00CC2AC4"/>
    <w:rsid w:val="00CC3782"/>
    <w:rsid w:val="00CD5D53"/>
    <w:rsid w:val="00CF468F"/>
    <w:rsid w:val="00CF72AB"/>
    <w:rsid w:val="00D02141"/>
    <w:rsid w:val="00D06A4C"/>
    <w:rsid w:val="00D12BD4"/>
    <w:rsid w:val="00D144D5"/>
    <w:rsid w:val="00D14D2C"/>
    <w:rsid w:val="00D15836"/>
    <w:rsid w:val="00D40CD2"/>
    <w:rsid w:val="00D6458F"/>
    <w:rsid w:val="00D75899"/>
    <w:rsid w:val="00D87FDA"/>
    <w:rsid w:val="00DA7D20"/>
    <w:rsid w:val="00DB0FB0"/>
    <w:rsid w:val="00DB1653"/>
    <w:rsid w:val="00DB2D56"/>
    <w:rsid w:val="00DB3F32"/>
    <w:rsid w:val="00DB4796"/>
    <w:rsid w:val="00DB488F"/>
    <w:rsid w:val="00DC17C3"/>
    <w:rsid w:val="00DC4A65"/>
    <w:rsid w:val="00DD0BCC"/>
    <w:rsid w:val="00DD2433"/>
    <w:rsid w:val="00DD294A"/>
    <w:rsid w:val="00DD5D3F"/>
    <w:rsid w:val="00DD5EB5"/>
    <w:rsid w:val="00DE1781"/>
    <w:rsid w:val="00DE2BCF"/>
    <w:rsid w:val="00DE670C"/>
    <w:rsid w:val="00DF0960"/>
    <w:rsid w:val="00DF424E"/>
    <w:rsid w:val="00E011F2"/>
    <w:rsid w:val="00E03B90"/>
    <w:rsid w:val="00E05038"/>
    <w:rsid w:val="00E05BA8"/>
    <w:rsid w:val="00E05FFB"/>
    <w:rsid w:val="00E13A72"/>
    <w:rsid w:val="00E26195"/>
    <w:rsid w:val="00E2666F"/>
    <w:rsid w:val="00E30929"/>
    <w:rsid w:val="00E3168E"/>
    <w:rsid w:val="00E32AE3"/>
    <w:rsid w:val="00E42F91"/>
    <w:rsid w:val="00E43450"/>
    <w:rsid w:val="00E4526B"/>
    <w:rsid w:val="00E4578B"/>
    <w:rsid w:val="00E61CFB"/>
    <w:rsid w:val="00E72010"/>
    <w:rsid w:val="00E85555"/>
    <w:rsid w:val="00E91B27"/>
    <w:rsid w:val="00E93A1B"/>
    <w:rsid w:val="00E96ED2"/>
    <w:rsid w:val="00EA18B5"/>
    <w:rsid w:val="00EC2EF8"/>
    <w:rsid w:val="00EC7AC1"/>
    <w:rsid w:val="00EE34D2"/>
    <w:rsid w:val="00EF23C0"/>
    <w:rsid w:val="00F06278"/>
    <w:rsid w:val="00F1105C"/>
    <w:rsid w:val="00F117D2"/>
    <w:rsid w:val="00F165E0"/>
    <w:rsid w:val="00F21029"/>
    <w:rsid w:val="00F23406"/>
    <w:rsid w:val="00F25B42"/>
    <w:rsid w:val="00F261E4"/>
    <w:rsid w:val="00F27094"/>
    <w:rsid w:val="00F278F6"/>
    <w:rsid w:val="00F35BF3"/>
    <w:rsid w:val="00F4089A"/>
    <w:rsid w:val="00F45604"/>
    <w:rsid w:val="00F5050D"/>
    <w:rsid w:val="00F6038D"/>
    <w:rsid w:val="00F66EA1"/>
    <w:rsid w:val="00F70FCD"/>
    <w:rsid w:val="00F7275A"/>
    <w:rsid w:val="00F7325B"/>
    <w:rsid w:val="00F768CF"/>
    <w:rsid w:val="00F860D7"/>
    <w:rsid w:val="00F9266B"/>
    <w:rsid w:val="00F929A6"/>
    <w:rsid w:val="00F95EB0"/>
    <w:rsid w:val="00F970B4"/>
    <w:rsid w:val="00FA6AE2"/>
    <w:rsid w:val="00FA75B9"/>
    <w:rsid w:val="00FC3985"/>
    <w:rsid w:val="00FC6E74"/>
    <w:rsid w:val="00FD1145"/>
    <w:rsid w:val="00FD14AF"/>
    <w:rsid w:val="00FE0224"/>
    <w:rsid w:val="00FF2D4F"/>
    <w:rsid w:val="00FF43CC"/>
    <w:rsid w:val="00FF5F60"/>
    <w:rsid w:val="00FF64B5"/>
    <w:rsid w:val="00FF6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2"/>
    </o:shapelayout>
  </w:shapeDefaults>
  <w:decimalSymbol w:val=","/>
  <w:listSeparator w:val=";"/>
  <w14:docId w14:val="7B0AA5E2"/>
  <w15:chartTrackingRefBased/>
  <w15:docId w15:val="{D6412674-9841-4383-B366-5EE056F4D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 : texte courant"/>
    <w:qFormat/>
    <w:pPr>
      <w:tabs>
        <w:tab w:val="left" w:pos="142"/>
        <w:tab w:val="left" w:pos="284"/>
      </w:tabs>
    </w:pPr>
    <w:rPr>
      <w:sz w:val="22"/>
    </w:rPr>
  </w:style>
  <w:style w:type="paragraph" w:styleId="Titre1">
    <w:name w:val="heading 1"/>
    <w:aliases w:val="niveau 1"/>
    <w:basedOn w:val="Normal"/>
    <w:next w:val="Normal"/>
    <w:qFormat/>
    <w:pPr>
      <w:keepNext/>
      <w:keepLines/>
      <w:pageBreakBefore/>
      <w:suppressAutoHyphens/>
      <w:outlineLvl w:val="0"/>
    </w:pPr>
    <w:rPr>
      <w:rFonts w:ascii="Arial" w:hAnsi="Arial"/>
      <w:b/>
      <w:sz w:val="34"/>
    </w:rPr>
  </w:style>
  <w:style w:type="paragraph" w:styleId="Titre2">
    <w:name w:val="heading 2"/>
    <w:aliases w:val="niveau 2"/>
    <w:basedOn w:val="Normal"/>
    <w:next w:val="Normal"/>
    <w:qFormat/>
    <w:pPr>
      <w:keepNext/>
      <w:outlineLvl w:val="1"/>
    </w:pPr>
    <w:rPr>
      <w:rFonts w:ascii="Arial" w:hAnsi="Arial"/>
      <w:sz w:val="28"/>
    </w:rPr>
  </w:style>
  <w:style w:type="paragraph" w:styleId="Titre3">
    <w:name w:val="heading 3"/>
    <w:aliases w:val="niveau 3"/>
    <w:basedOn w:val="Normal"/>
    <w:next w:val="Normal"/>
    <w:link w:val="Titre3Car"/>
    <w:qFormat/>
    <w:pPr>
      <w:keepNext/>
      <w:outlineLvl w:val="2"/>
    </w:pPr>
    <w:rPr>
      <w:rFonts w:ascii="Arial" w:hAnsi="Arial"/>
      <w:b/>
      <w:sz w:val="19"/>
    </w:rPr>
  </w:style>
  <w:style w:type="paragraph" w:styleId="Titre4">
    <w:name w:val="heading 4"/>
    <w:basedOn w:val="Normal"/>
    <w:next w:val="Normal"/>
    <w:qFormat/>
    <w:pPr>
      <w:keepNext/>
      <w:outlineLvl w:val="3"/>
    </w:pPr>
  </w:style>
  <w:style w:type="paragraph" w:styleId="Titre5">
    <w:name w:val="heading 5"/>
    <w:basedOn w:val="Normal"/>
    <w:next w:val="Normal"/>
    <w:qFormat/>
    <w:pPr>
      <w:keepNext/>
      <w:outlineLvl w:val="4"/>
    </w:pPr>
  </w:style>
  <w:style w:type="paragraph" w:styleId="Titre6">
    <w:name w:val="heading 6"/>
    <w:basedOn w:val="Normal"/>
    <w:next w:val="Normal"/>
    <w:qFormat/>
    <w:pPr>
      <w:keepNext/>
      <w:tabs>
        <w:tab w:val="clear" w:pos="284"/>
      </w:tabs>
      <w:outlineLvl w:val="5"/>
    </w:pPr>
  </w:style>
  <w:style w:type="paragraph" w:styleId="Titre7">
    <w:name w:val="heading 7"/>
    <w:basedOn w:val="Normal"/>
    <w:next w:val="Normal"/>
    <w:qFormat/>
    <w:pPr>
      <w:keepNext/>
      <w:framePr w:wrap="auto" w:vAnchor="page" w:hAnchor="page" w:x="908" w:y="2836"/>
      <w:suppressOverlap/>
      <w:outlineLvl w:val="6"/>
    </w:pPr>
  </w:style>
  <w:style w:type="paragraph" w:styleId="Titre8">
    <w:name w:val="heading 8"/>
    <w:basedOn w:val="Normal"/>
    <w:next w:val="Normal"/>
    <w:qFormat/>
    <w:pPr>
      <w:keepNext/>
      <w:framePr w:wrap="auto" w:vAnchor="page" w:hAnchor="page" w:x="908" w:y="2836"/>
      <w:suppressOverlap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lgende">
    <w:name w:val="légende"/>
    <w:basedOn w:val="Policepardfaut"/>
    <w:rPr>
      <w:rFonts w:ascii="Times New Roman" w:hAnsi="Times New Roman"/>
      <w:sz w:val="22"/>
    </w:rPr>
  </w:style>
  <w:style w:type="paragraph" w:customStyle="1" w:styleId="Inraprubrique">
    <w:name w:val="Inrap : rubrique"/>
    <w:basedOn w:val="Normal"/>
    <w:pPr>
      <w:framePr w:wrap="auto" w:hAnchor="text" w:x="908"/>
      <w:spacing w:line="252" w:lineRule="exact"/>
      <w:jc w:val="right"/>
    </w:pPr>
    <w:rPr>
      <w:rFonts w:ascii="Arial" w:hAnsi="Arial"/>
      <w:b/>
      <w:sz w:val="16"/>
    </w:rPr>
  </w:style>
  <w:style w:type="paragraph" w:styleId="En-tte">
    <w:name w:val="header"/>
    <w:basedOn w:val="Normal"/>
    <w:pPr>
      <w:tabs>
        <w:tab w:val="clear" w:pos="142"/>
        <w:tab w:val="clear" w:pos="284"/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lear" w:pos="142"/>
        <w:tab w:val="clear" w:pos="284"/>
        <w:tab w:val="center" w:pos="4536"/>
        <w:tab w:val="right" w:pos="9072"/>
      </w:tabs>
    </w:pPr>
  </w:style>
  <w:style w:type="paragraph" w:styleId="Retraitcorpsdetexte">
    <w:name w:val="Body Text Indent"/>
    <w:basedOn w:val="Normal"/>
    <w:pPr>
      <w:ind w:left="142" w:hanging="142"/>
    </w:pPr>
  </w:style>
  <w:style w:type="paragraph" w:styleId="Retraitcorpsdetexte2">
    <w:name w:val="Body Text Indent 2"/>
    <w:basedOn w:val="Normal"/>
    <w:link w:val="Retraitcorpsdetexte2Car"/>
    <w:pPr>
      <w:ind w:left="1134"/>
    </w:pPr>
  </w:style>
  <w:style w:type="paragraph" w:styleId="Retraitcorpsdetexte3">
    <w:name w:val="Body Text Indent 3"/>
    <w:basedOn w:val="Normal"/>
    <w:pPr>
      <w:ind w:left="1134"/>
    </w:pPr>
    <w:rPr>
      <w:b/>
    </w:rPr>
  </w:style>
  <w:style w:type="character" w:styleId="Numrodepage">
    <w:name w:val="page number"/>
    <w:basedOn w:val="Policepardfaut"/>
  </w:style>
  <w:style w:type="paragraph" w:styleId="Corpsdetexte3">
    <w:name w:val="Body Text 3"/>
    <w:basedOn w:val="Normal"/>
    <w:rsid w:val="00AC72FB"/>
    <w:pPr>
      <w:tabs>
        <w:tab w:val="clear" w:pos="142"/>
        <w:tab w:val="clear" w:pos="284"/>
      </w:tabs>
      <w:spacing w:after="120"/>
    </w:pPr>
    <w:rPr>
      <w:sz w:val="16"/>
      <w:szCs w:val="16"/>
    </w:rPr>
  </w:style>
  <w:style w:type="table" w:styleId="Grilledutableau">
    <w:name w:val="Table Grid"/>
    <w:basedOn w:val="TableauNormal"/>
    <w:rsid w:val="002A4F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basedOn w:val="Normal"/>
    <w:rsid w:val="00C31D92"/>
    <w:pPr>
      <w:keepLines/>
      <w:tabs>
        <w:tab w:val="clear" w:pos="142"/>
        <w:tab w:val="left" w:pos="567"/>
        <w:tab w:val="left" w:pos="851"/>
      </w:tabs>
      <w:ind w:firstLine="284"/>
      <w:jc w:val="both"/>
    </w:pPr>
    <w:rPr>
      <w:szCs w:val="22"/>
    </w:rPr>
  </w:style>
  <w:style w:type="paragraph" w:styleId="Corpsdetexte2">
    <w:name w:val="Body Text 2"/>
    <w:basedOn w:val="Normal"/>
    <w:rsid w:val="004904B8"/>
    <w:pPr>
      <w:tabs>
        <w:tab w:val="clear" w:pos="142"/>
        <w:tab w:val="clear" w:pos="284"/>
      </w:tabs>
      <w:spacing w:after="120" w:line="480" w:lineRule="auto"/>
    </w:pPr>
    <w:rPr>
      <w:sz w:val="20"/>
    </w:rPr>
  </w:style>
  <w:style w:type="paragraph" w:styleId="Textedebulles">
    <w:name w:val="Balloon Text"/>
    <w:basedOn w:val="Normal"/>
    <w:semiHidden/>
    <w:rsid w:val="008D6113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link w:val="Pieddepage"/>
    <w:uiPriority w:val="99"/>
    <w:rsid w:val="00483DD3"/>
    <w:rPr>
      <w:sz w:val="22"/>
    </w:rPr>
  </w:style>
  <w:style w:type="paragraph" w:styleId="Paragraphedeliste">
    <w:name w:val="List Paragraph"/>
    <w:basedOn w:val="Normal"/>
    <w:uiPriority w:val="34"/>
    <w:qFormat/>
    <w:rsid w:val="00E43450"/>
    <w:pPr>
      <w:ind w:left="720"/>
      <w:contextualSpacing/>
    </w:pPr>
  </w:style>
  <w:style w:type="character" w:customStyle="1" w:styleId="Titre3Car">
    <w:name w:val="Titre 3 Car"/>
    <w:aliases w:val="niveau 3 Car"/>
    <w:link w:val="Titre3"/>
    <w:rsid w:val="007B123D"/>
    <w:rPr>
      <w:rFonts w:ascii="Arial" w:hAnsi="Arial"/>
      <w:b/>
      <w:sz w:val="19"/>
    </w:rPr>
  </w:style>
  <w:style w:type="character" w:customStyle="1" w:styleId="Retraitcorpsdetexte2Car">
    <w:name w:val="Retrait corps de texte 2 Car"/>
    <w:link w:val="Retraitcorpsdetexte2"/>
    <w:rsid w:val="007B123D"/>
    <w:rPr>
      <w:sz w:val="22"/>
    </w:rPr>
  </w:style>
  <w:style w:type="character" w:styleId="Marquedecommentaire">
    <w:name w:val="annotation reference"/>
    <w:basedOn w:val="Policepardfaut"/>
    <w:uiPriority w:val="99"/>
    <w:rsid w:val="001C32A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1C32AF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C32AF"/>
  </w:style>
  <w:style w:type="paragraph" w:styleId="Objetducommentaire">
    <w:name w:val="annotation subject"/>
    <w:basedOn w:val="Commentaire"/>
    <w:next w:val="Commentaire"/>
    <w:link w:val="ObjetducommentaireCar"/>
    <w:rsid w:val="001C32A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1C32AF"/>
    <w:rPr>
      <w:b/>
      <w:bCs/>
    </w:rPr>
  </w:style>
  <w:style w:type="paragraph" w:styleId="Rvision">
    <w:name w:val="Revision"/>
    <w:hidden/>
    <w:uiPriority w:val="99"/>
    <w:semiHidden/>
    <w:rsid w:val="00A35574"/>
    <w:rPr>
      <w:sz w:val="22"/>
    </w:rPr>
  </w:style>
  <w:style w:type="paragraph" w:customStyle="1" w:styleId="ParagrapheIndent1">
    <w:name w:val="ParagrapheIndent1"/>
    <w:basedOn w:val="Normal"/>
    <w:next w:val="Normal"/>
    <w:qFormat/>
    <w:rsid w:val="00CC0572"/>
    <w:pPr>
      <w:tabs>
        <w:tab w:val="clear" w:pos="142"/>
        <w:tab w:val="clear" w:pos="284"/>
      </w:tabs>
    </w:pPr>
    <w:rPr>
      <w:rFonts w:ascii="Trebuchet MS" w:eastAsia="Trebuchet MS" w:hAnsi="Trebuchet MS" w:cs="Trebuchet MS"/>
      <w:sz w:val="20"/>
      <w:szCs w:val="24"/>
      <w:lang w:val="en-US" w:eastAsia="en-US"/>
    </w:rPr>
  </w:style>
  <w:style w:type="paragraph" w:styleId="Sansinterligne">
    <w:name w:val="No Spacing"/>
    <w:uiPriority w:val="1"/>
    <w:qFormat/>
    <w:rsid w:val="00500797"/>
    <w:pPr>
      <w:jc w:val="both"/>
    </w:pPr>
    <w:rPr>
      <w:rFonts w:eastAsia="SimSun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10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PLET\LOCALS~1\Temp\_PA930\fichier%20word\gabarit_A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B975DC-D507-4B4A-86D1-575ECFC2A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gabarit_AE.dot</Template>
  <TotalTime>61</TotalTime>
  <Pages>5</Pages>
  <Words>1183</Words>
  <Characters>6512</Characters>
  <Application>Microsoft Office Word</Application>
  <DocSecurity>0</DocSecurity>
  <Lines>54</Lines>
  <Paragraphs>15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3</vt:i4>
      </vt:variant>
    </vt:vector>
  </HeadingPairs>
  <TitlesOfParts>
    <vt:vector size="4" baseType="lpstr">
      <vt:lpstr>Pessac, le 26 janvier 2006</vt:lpstr>
      <vt:lpstr>        7. – Durée d’exécution</vt:lpstr>
      <vt:lpstr>        8. – Pièces constitutives du marché</vt:lpstr>
      <vt:lpstr>    </vt:lpstr>
    </vt:vector>
  </TitlesOfParts>
  <Company>LM</Company>
  <LinksUpToDate>false</LinksUpToDate>
  <CharactersWithSpaces>7680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Pessac, le 26 janvier 2006</dc:title>
  <dc:subject/>
  <dc:creator>PLET-SERVANT Françoise</dc:creator>
  <cp:keywords/>
  <cp:lastModifiedBy>Administrateur</cp:lastModifiedBy>
  <cp:revision>15</cp:revision>
  <cp:lastPrinted>2019-10-15T06:57:00Z</cp:lastPrinted>
  <dcterms:created xsi:type="dcterms:W3CDTF">2021-09-29T09:35:00Z</dcterms:created>
  <dcterms:modified xsi:type="dcterms:W3CDTF">2025-08-11T15:44:00Z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